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484C0" w14:textId="77777777" w:rsidR="0020315E" w:rsidRPr="007728F1" w:rsidRDefault="0020315E" w:rsidP="0020315E">
      <w:pPr>
        <w:pStyle w:val="PIDachzeile"/>
        <w:rPr>
          <w:i w:val="0"/>
          <w:iCs w:val="0"/>
          <w:szCs w:val="22"/>
        </w:rPr>
      </w:pPr>
      <w:r w:rsidRPr="00F3068F">
        <w:rPr>
          <w:i w:val="0"/>
          <w:iCs w:val="0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B8E61" wp14:editId="6BC1FA93">
                <wp:simplePos x="0" y="0"/>
                <wp:positionH relativeFrom="column">
                  <wp:posOffset>3642995</wp:posOffset>
                </wp:positionH>
                <wp:positionV relativeFrom="paragraph">
                  <wp:posOffset>-1823</wp:posOffset>
                </wp:positionV>
                <wp:extent cx="2633980" cy="40005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20315E" w14:paraId="28F3E2C3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2EAC743C" w14:textId="77777777"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20315E" w14:paraId="2F0C0544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2F4F18D3" w14:textId="77777777" w:rsidR="0020315E" w:rsidRDefault="0020315E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08782328" w14:textId="77777777" w:rsidR="0020315E" w:rsidRPr="00166725" w:rsidRDefault="0020315E" w:rsidP="00374B1B">
                                  <w:pPr>
                                    <w:pStyle w:val="PIKontakt"/>
                                  </w:pPr>
                                  <w:r>
                                    <w:t>Birgit Hagelschuer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3964-180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3964-613</w:t>
                                  </w:r>
                                  <w:r w:rsidRPr="00166725">
                                    <w:br/>
                                  </w:r>
                                  <w:r>
                                    <w:t>E-</w:t>
                                  </w:r>
                                  <w:r w:rsidRPr="00166725">
                                    <w:t>Mail: hagelschuer.b@eplan.de</w:t>
                                  </w:r>
                                </w:p>
                                <w:p w14:paraId="03E97A78" w14:textId="77777777" w:rsidR="0020315E" w:rsidRDefault="0020315E" w:rsidP="001A2749">
                                  <w:pPr>
                                    <w:pStyle w:val="PIKontakt"/>
                                  </w:pPr>
                                  <w:r w:rsidRPr="00A06CCF">
                                    <w:rPr>
                                      <w:szCs w:val="18"/>
                                      <w:lang w:val="en-US"/>
                                    </w:rPr>
                                    <w:t xml:space="preserve">EPLAN Software &amp; Service GmbH &amp; Co. </w:t>
                                  </w:r>
                                  <w:r>
                                    <w:rPr>
                                      <w:szCs w:val="18"/>
                                    </w:rPr>
                                    <w:t>KG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An der alten Ziegelei 2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40789 Monheim am Rhein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hyperlink r:id="rId11" w:history="1">
                                    <w:r w:rsidRPr="004D1F39">
                                      <w:rPr>
                                        <w:rStyle w:val="Hyperlink"/>
                                      </w:rPr>
                                      <w:t>www.eplan.de</w:t>
                                    </w:r>
                                  </w:hyperlink>
                                </w:p>
                              </w:tc>
                            </w:tr>
                            <w:tr w:rsidR="0020315E" w14:paraId="68E0D7E2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7B32D9F7" w14:textId="77777777"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14C6DC62" w14:textId="77777777" w:rsidR="0020315E" w:rsidRDefault="0020315E" w:rsidP="002031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B8E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6.85pt;margin-top:-.15pt;width:207.4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HGhA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20315E" w14:paraId="28F3E2C3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2EAC743C" w14:textId="77777777"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20315E" w14:paraId="2F0C0544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2F4F18D3" w14:textId="77777777" w:rsidR="0020315E" w:rsidRDefault="0020315E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08782328" w14:textId="77777777" w:rsidR="0020315E" w:rsidRPr="00166725" w:rsidRDefault="0020315E" w:rsidP="00374B1B">
                            <w:pPr>
                              <w:pStyle w:val="PIKontakt"/>
                            </w:pPr>
                            <w:r>
                              <w:t>Birgit Hagelschuer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3964-180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3964-613</w:t>
                            </w:r>
                            <w:r w:rsidRPr="00166725">
                              <w:br/>
                            </w:r>
                            <w:r>
                              <w:t>E-</w:t>
                            </w:r>
                            <w:r w:rsidRPr="00166725">
                              <w:t>Mail: hagelschuer.b@eplan.de</w:t>
                            </w:r>
                          </w:p>
                          <w:p w14:paraId="03E97A78" w14:textId="77777777" w:rsidR="0020315E" w:rsidRDefault="0020315E" w:rsidP="001A2749">
                            <w:pPr>
                              <w:pStyle w:val="PIKontakt"/>
                            </w:pPr>
                            <w:r w:rsidRPr="00A06CCF">
                              <w:rPr>
                                <w:szCs w:val="18"/>
                                <w:lang w:val="en-US"/>
                              </w:rPr>
                              <w:t xml:space="preserve">EPLAN Software &amp; Service GmbH &amp; Co. </w:t>
                            </w:r>
                            <w:r>
                              <w:rPr>
                                <w:szCs w:val="18"/>
                              </w:rPr>
                              <w:t>KG</w:t>
                            </w:r>
                            <w:r>
                              <w:rPr>
                                <w:szCs w:val="18"/>
                              </w:rPr>
                              <w:br/>
                              <w:t>An der alten Ziegelei 2</w:t>
                            </w:r>
                            <w:r>
                              <w:rPr>
                                <w:szCs w:val="18"/>
                              </w:rPr>
                              <w:br/>
                              <w:t>40789 Monheim am Rhein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hyperlink r:id="rId12" w:history="1">
                              <w:r w:rsidRPr="004D1F39">
                                <w:rPr>
                                  <w:rStyle w:val="Hyperlink"/>
                                </w:rPr>
                                <w:t>www.eplan.de</w:t>
                              </w:r>
                            </w:hyperlink>
                          </w:p>
                        </w:tc>
                      </w:tr>
                      <w:tr w:rsidR="0020315E" w14:paraId="68E0D7E2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7B32D9F7" w14:textId="77777777"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14C6DC62" w14:textId="77777777" w:rsidR="0020315E" w:rsidRDefault="0020315E" w:rsidP="0020315E"/>
                  </w:txbxContent>
                </v:textbox>
              </v:shape>
            </w:pict>
          </mc:Fallback>
        </mc:AlternateContent>
      </w:r>
      <w:r w:rsidR="00A41144">
        <w:rPr>
          <w:i w:val="0"/>
          <w:iCs w:val="0"/>
          <w:szCs w:val="22"/>
        </w:rPr>
        <w:t>Schneller</w:t>
      </w:r>
      <w:r w:rsidR="00133A9A">
        <w:rPr>
          <w:i w:val="0"/>
          <w:iCs w:val="0"/>
          <w:szCs w:val="22"/>
        </w:rPr>
        <w:t xml:space="preserve"> </w:t>
      </w:r>
      <w:r w:rsidR="00E66966">
        <w:rPr>
          <w:i w:val="0"/>
          <w:iCs w:val="0"/>
          <w:szCs w:val="22"/>
        </w:rPr>
        <w:t xml:space="preserve">Wissensaufbau in 30 </w:t>
      </w:r>
      <w:r w:rsidR="00A41144">
        <w:rPr>
          <w:i w:val="0"/>
          <w:iCs w:val="0"/>
          <w:szCs w:val="22"/>
        </w:rPr>
        <w:t>-</w:t>
      </w:r>
      <w:r w:rsidR="00E66966">
        <w:rPr>
          <w:i w:val="0"/>
          <w:iCs w:val="0"/>
          <w:szCs w:val="22"/>
        </w:rPr>
        <w:t xml:space="preserve"> 60 Minuten </w:t>
      </w:r>
    </w:p>
    <w:p w14:paraId="4EE587E6" w14:textId="77777777" w:rsidR="0020315E" w:rsidRPr="00FA3531" w:rsidRDefault="00E66966" w:rsidP="0020315E">
      <w:pPr>
        <w:pStyle w:val="PIDachzeile"/>
        <w:ind w:right="3493"/>
        <w:rPr>
          <w:b/>
          <w:bCs/>
          <w:i w:val="0"/>
          <w:sz w:val="28"/>
          <w:szCs w:val="28"/>
          <w:u w:val="none"/>
        </w:rPr>
      </w:pPr>
      <w:r>
        <w:rPr>
          <w:b/>
          <w:bCs/>
          <w:i w:val="0"/>
          <w:noProof/>
          <w:sz w:val="28"/>
          <w:szCs w:val="28"/>
          <w:u w:val="none"/>
        </w:rPr>
        <w:t xml:space="preserve">Eplan </w:t>
      </w:r>
      <w:r w:rsidR="00D0786A">
        <w:rPr>
          <w:b/>
          <w:bCs/>
          <w:i w:val="0"/>
          <w:noProof/>
          <w:sz w:val="28"/>
          <w:szCs w:val="28"/>
          <w:u w:val="none"/>
        </w:rPr>
        <w:t>stellt</w:t>
      </w:r>
      <w:r>
        <w:rPr>
          <w:b/>
          <w:bCs/>
          <w:i w:val="0"/>
          <w:noProof/>
          <w:sz w:val="28"/>
          <w:szCs w:val="28"/>
          <w:u w:val="none"/>
        </w:rPr>
        <w:t xml:space="preserve"> neues Webcast-Konzept</w:t>
      </w:r>
      <w:r w:rsidR="00D0786A">
        <w:rPr>
          <w:b/>
          <w:bCs/>
          <w:i w:val="0"/>
          <w:noProof/>
          <w:sz w:val="28"/>
          <w:szCs w:val="28"/>
          <w:u w:val="none"/>
        </w:rPr>
        <w:t xml:space="preserve"> vor</w:t>
      </w:r>
    </w:p>
    <w:p w14:paraId="569B6DB3" w14:textId="4A702B1D" w:rsidR="00FA3531" w:rsidRPr="00BB2800" w:rsidRDefault="007F3FA5" w:rsidP="00BB2800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Die digitale Wissensvermittlung wird zusehends entscheidender. Lösungsanbieter </w:t>
      </w:r>
      <w:proofErr w:type="spellStart"/>
      <w:r>
        <w:rPr>
          <w:rFonts w:ascii="Arial" w:hAnsi="Arial" w:cs="Arial"/>
          <w:b/>
          <w:sz w:val="22"/>
          <w:szCs w:val="22"/>
        </w:rPr>
        <w:t>Eplan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kommt diesem Trend entgegen und hat ein neues Webcast-Konzept aufgesetzt. In übersichtlichen Slots von 30 – 60 Minuten erhalten Teilnehmer konkrete Hilfestellungen für das Tagesgeschäft. </w:t>
      </w:r>
      <w:r w:rsidR="004C09CB">
        <w:rPr>
          <w:rFonts w:ascii="Arial" w:hAnsi="Arial" w:cs="Arial"/>
          <w:b/>
          <w:sz w:val="22"/>
          <w:szCs w:val="22"/>
        </w:rPr>
        <w:t>Praxisnahe</w:t>
      </w:r>
      <w:r w:rsidR="00133A9A">
        <w:rPr>
          <w:rFonts w:ascii="Arial" w:hAnsi="Arial" w:cs="Arial"/>
          <w:b/>
          <w:sz w:val="22"/>
          <w:szCs w:val="22"/>
        </w:rPr>
        <w:t xml:space="preserve"> Format</w:t>
      </w:r>
      <w:r w:rsidR="004C09CB">
        <w:rPr>
          <w:rFonts w:ascii="Arial" w:hAnsi="Arial" w:cs="Arial"/>
          <w:b/>
          <w:sz w:val="22"/>
          <w:szCs w:val="22"/>
        </w:rPr>
        <w:t>e</w:t>
      </w:r>
      <w:r w:rsidR="00133A9A">
        <w:rPr>
          <w:rFonts w:ascii="Arial" w:hAnsi="Arial" w:cs="Arial"/>
          <w:b/>
          <w:sz w:val="22"/>
          <w:szCs w:val="22"/>
        </w:rPr>
        <w:t xml:space="preserve"> wie das Virtual Café oder Best-Practice-Webcasts bieten Anwendern wie Entscheidern gleichermaßen Einblicke in neue, innovative Arbeitsweisen. </w:t>
      </w:r>
      <w:bookmarkStart w:id="0" w:name="_GoBack"/>
      <w:bookmarkEnd w:id="0"/>
    </w:p>
    <w:p w14:paraId="23CC627E" w14:textId="77777777" w:rsidR="007F3FA5" w:rsidRPr="000F5BFC" w:rsidRDefault="007728F1" w:rsidP="000F5BFC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BB2800">
        <w:rPr>
          <w:rFonts w:ascii="Arial" w:hAnsi="Arial" w:cs="Arial"/>
          <w:sz w:val="22"/>
          <w:szCs w:val="22"/>
        </w:rPr>
        <w:t xml:space="preserve">Monheim, </w:t>
      </w:r>
      <w:r w:rsidR="00E66966">
        <w:rPr>
          <w:rFonts w:ascii="Arial" w:hAnsi="Arial" w:cs="Arial"/>
          <w:sz w:val="22"/>
          <w:szCs w:val="22"/>
        </w:rPr>
        <w:t>0</w:t>
      </w:r>
      <w:r w:rsidR="0050120A">
        <w:rPr>
          <w:rFonts w:ascii="Arial" w:hAnsi="Arial" w:cs="Arial"/>
          <w:sz w:val="22"/>
          <w:szCs w:val="22"/>
        </w:rPr>
        <w:t>5</w:t>
      </w:r>
      <w:r w:rsidR="00E66966">
        <w:rPr>
          <w:rFonts w:ascii="Arial" w:hAnsi="Arial" w:cs="Arial"/>
          <w:sz w:val="22"/>
          <w:szCs w:val="22"/>
        </w:rPr>
        <w:t>. März</w:t>
      </w:r>
      <w:r w:rsidRPr="00BB2800">
        <w:rPr>
          <w:rFonts w:ascii="Arial" w:hAnsi="Arial" w:cs="Arial"/>
          <w:sz w:val="22"/>
          <w:szCs w:val="22"/>
        </w:rPr>
        <w:t xml:space="preserve"> 202</w:t>
      </w:r>
      <w:r w:rsidR="00FA3531" w:rsidRPr="00BB2800">
        <w:rPr>
          <w:rFonts w:ascii="Arial" w:hAnsi="Arial" w:cs="Arial"/>
          <w:sz w:val="22"/>
          <w:szCs w:val="22"/>
        </w:rPr>
        <w:t>1</w:t>
      </w:r>
      <w:r w:rsidRPr="00BB2800">
        <w:rPr>
          <w:rFonts w:ascii="Arial" w:hAnsi="Arial" w:cs="Arial"/>
          <w:sz w:val="22"/>
          <w:szCs w:val="22"/>
        </w:rPr>
        <w:t xml:space="preserve"> – </w:t>
      </w:r>
      <w:r w:rsidR="000F5BFC">
        <w:rPr>
          <w:rFonts w:ascii="Arial" w:hAnsi="Arial" w:cs="Arial"/>
          <w:sz w:val="22"/>
          <w:szCs w:val="22"/>
        </w:rPr>
        <w:t xml:space="preserve">Unterschiedliche Formate für Anwender und Entscheider kennzeichnen das neue Webcast-Konzept von </w:t>
      </w:r>
      <w:proofErr w:type="spellStart"/>
      <w:r w:rsidR="000F5BFC">
        <w:rPr>
          <w:rFonts w:ascii="Arial" w:hAnsi="Arial" w:cs="Arial"/>
          <w:sz w:val="22"/>
          <w:szCs w:val="22"/>
        </w:rPr>
        <w:t>Eplan</w:t>
      </w:r>
      <w:proofErr w:type="spellEnd"/>
      <w:r w:rsidR="000F5BFC">
        <w:rPr>
          <w:rFonts w:ascii="Arial" w:hAnsi="Arial" w:cs="Arial"/>
          <w:sz w:val="22"/>
          <w:szCs w:val="22"/>
        </w:rPr>
        <w:t xml:space="preserve">. Der direkte </w:t>
      </w:r>
      <w:r w:rsidR="00133A9A">
        <w:rPr>
          <w:rFonts w:ascii="Arial" w:hAnsi="Arial" w:cs="Arial"/>
          <w:sz w:val="22"/>
          <w:szCs w:val="22"/>
        </w:rPr>
        <w:t>Know-how-</w:t>
      </w:r>
      <w:r w:rsidR="000F5BFC">
        <w:rPr>
          <w:rFonts w:ascii="Arial" w:hAnsi="Arial" w:cs="Arial"/>
          <w:sz w:val="22"/>
          <w:szCs w:val="22"/>
        </w:rPr>
        <w:t xml:space="preserve">Aufbau steht im Zentrum, und Experten wie auch Kunden geben Interessierten hier tiefe Einblicke – auch hinter die Kulissen. 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Gabriele Geiger, Marketing </w:t>
      </w:r>
      <w:proofErr w:type="spellStart"/>
      <w:r w:rsidR="007F3FA5" w:rsidRPr="00BB2800">
        <w:rPr>
          <w:rFonts w:ascii="Arial" w:hAnsi="Arial" w:cs="Arial"/>
          <w:color w:val="2D2D2D"/>
          <w:sz w:val="22"/>
          <w:szCs w:val="22"/>
        </w:rPr>
        <w:t>Director</w:t>
      </w:r>
      <w:proofErr w:type="spellEnd"/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bei </w:t>
      </w:r>
      <w:proofErr w:type="spellStart"/>
      <w:r w:rsidR="007F3FA5" w:rsidRPr="00BB2800">
        <w:rPr>
          <w:rFonts w:ascii="Arial" w:hAnsi="Arial" w:cs="Arial"/>
          <w:color w:val="2D2D2D"/>
          <w:sz w:val="22"/>
          <w:szCs w:val="22"/>
        </w:rPr>
        <w:t>Eplan</w:t>
      </w:r>
      <w:proofErr w:type="spellEnd"/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erklärt: „Wir haben </w:t>
      </w:r>
      <w:r w:rsidR="000F5BFC">
        <w:rPr>
          <w:rFonts w:ascii="Arial" w:hAnsi="Arial" w:cs="Arial"/>
          <w:color w:val="2D2D2D"/>
          <w:sz w:val="22"/>
          <w:szCs w:val="22"/>
        </w:rPr>
        <w:t>mit dem erweiterten Angebot an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Webcasts eine Struktur geschaffen, die schnell und treffsicher zur passenden Online-Veranstaltung führt.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“ 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Unterteilt in die Kategorien „Software“ für Anwender und „Projekte“ für Entscheider ist </w:t>
      </w:r>
      <w:r w:rsidR="000F5BFC">
        <w:rPr>
          <w:rFonts w:ascii="Arial" w:hAnsi="Arial" w:cs="Arial"/>
          <w:color w:val="2D2D2D"/>
          <w:sz w:val="22"/>
          <w:szCs w:val="22"/>
        </w:rPr>
        <w:t>die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Orientierung einfach. </w:t>
      </w:r>
    </w:p>
    <w:p w14:paraId="72EB35EA" w14:textId="77777777" w:rsidR="000F5BFC" w:rsidRPr="000F5BFC" w:rsidRDefault="00E849BE" w:rsidP="000F5BFC">
      <w:pPr>
        <w:spacing w:after="120" w:line="312" w:lineRule="auto"/>
        <w:ind w:right="3493"/>
        <w:rPr>
          <w:rFonts w:ascii="Arial" w:hAnsi="Arial" w:cs="Arial"/>
          <w:b/>
          <w:color w:val="2D2D2D"/>
          <w:sz w:val="22"/>
          <w:szCs w:val="22"/>
          <w:lang w:val="en-US"/>
        </w:rPr>
      </w:pPr>
      <w:proofErr w:type="spellStart"/>
      <w:r>
        <w:rPr>
          <w:rFonts w:ascii="Arial" w:hAnsi="Arial" w:cs="Arial"/>
          <w:b/>
          <w:color w:val="2D2D2D"/>
          <w:sz w:val="22"/>
          <w:szCs w:val="22"/>
          <w:lang w:val="en-US"/>
        </w:rPr>
        <w:t>Praxisnahe</w:t>
      </w:r>
      <w:proofErr w:type="spellEnd"/>
      <w:r w:rsidR="000F5BFC">
        <w:rPr>
          <w:rFonts w:ascii="Arial" w:hAnsi="Arial" w:cs="Arial"/>
          <w:b/>
          <w:color w:val="2D2D2D"/>
          <w:sz w:val="22"/>
          <w:szCs w:val="22"/>
          <w:lang w:val="en-US"/>
        </w:rPr>
        <w:t xml:space="preserve"> </w:t>
      </w:r>
      <w:proofErr w:type="spellStart"/>
      <w:r w:rsidR="000F5BFC" w:rsidRPr="000F5BFC">
        <w:rPr>
          <w:rFonts w:ascii="Arial" w:hAnsi="Arial" w:cs="Arial"/>
          <w:b/>
          <w:color w:val="2D2D2D"/>
          <w:sz w:val="22"/>
          <w:szCs w:val="22"/>
          <w:lang w:val="en-US"/>
        </w:rPr>
        <w:t>Formate</w:t>
      </w:r>
      <w:proofErr w:type="spellEnd"/>
      <w:r w:rsidR="000F5BFC" w:rsidRPr="000F5BFC">
        <w:rPr>
          <w:rFonts w:ascii="Arial" w:hAnsi="Arial" w:cs="Arial"/>
          <w:b/>
          <w:color w:val="2D2D2D"/>
          <w:sz w:val="22"/>
          <w:szCs w:val="22"/>
          <w:lang w:val="en-US"/>
        </w:rPr>
        <w:t xml:space="preserve">: Virtual Café / Online-Coach </w:t>
      </w:r>
    </w:p>
    <w:p w14:paraId="44805069" w14:textId="77777777" w:rsidR="00BB2800" w:rsidRPr="00BB2800" w:rsidRDefault="007F3FA5" w:rsidP="00BB2800">
      <w:pPr>
        <w:pStyle w:val="StandardWeb"/>
        <w:spacing w:before="0" w:beforeAutospacing="0" w:after="240" w:afterAutospacing="0"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r w:rsidRPr="00BB2800">
        <w:rPr>
          <w:rFonts w:ascii="Arial" w:hAnsi="Arial" w:cs="Arial"/>
          <w:color w:val="2D2D2D"/>
          <w:sz w:val="22"/>
          <w:szCs w:val="22"/>
        </w:rPr>
        <w:t xml:space="preserve">Im </w:t>
      </w:r>
      <w:r w:rsidR="000F5BFC">
        <w:rPr>
          <w:rFonts w:ascii="Arial" w:hAnsi="Arial" w:cs="Arial"/>
          <w:color w:val="2D2D2D"/>
          <w:sz w:val="22"/>
          <w:szCs w:val="22"/>
        </w:rPr>
        <w:t>zweiwöchigen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 Turnus findet das „Virtual Café“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 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statt, 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in </w:t>
      </w:r>
      <w:proofErr w:type="gramStart"/>
      <w:r w:rsidR="00782AF0">
        <w:rPr>
          <w:rFonts w:ascii="Arial" w:hAnsi="Arial" w:cs="Arial"/>
          <w:color w:val="2D2D2D"/>
          <w:sz w:val="22"/>
          <w:szCs w:val="22"/>
        </w:rPr>
        <w:t xml:space="preserve">dem </w:t>
      </w:r>
      <w:r w:rsidRPr="00BB2800">
        <w:rPr>
          <w:rFonts w:ascii="Arial" w:hAnsi="Arial" w:cs="Arial"/>
          <w:color w:val="2D2D2D"/>
          <w:sz w:val="22"/>
          <w:szCs w:val="22"/>
        </w:rPr>
        <w:t>Tipps</w:t>
      </w:r>
      <w:proofErr w:type="gramEnd"/>
      <w:r w:rsidRPr="00BB2800">
        <w:rPr>
          <w:rFonts w:ascii="Arial" w:hAnsi="Arial" w:cs="Arial"/>
          <w:color w:val="2D2D2D"/>
          <w:sz w:val="22"/>
          <w:szCs w:val="22"/>
        </w:rPr>
        <w:t xml:space="preserve"> und Tricks zur Anwendung von </w:t>
      </w:r>
      <w:proofErr w:type="spellStart"/>
      <w:r w:rsidRPr="00BB2800">
        <w:rPr>
          <w:rFonts w:ascii="Arial" w:hAnsi="Arial" w:cs="Arial"/>
          <w:color w:val="2D2D2D"/>
          <w:sz w:val="22"/>
          <w:szCs w:val="22"/>
        </w:rPr>
        <w:t>Eplan</w:t>
      </w:r>
      <w:proofErr w:type="spellEnd"/>
      <w:r w:rsidRPr="00BB2800">
        <w:rPr>
          <w:rFonts w:ascii="Arial" w:hAnsi="Arial" w:cs="Arial"/>
          <w:color w:val="2D2D2D"/>
          <w:sz w:val="22"/>
          <w:szCs w:val="22"/>
        </w:rPr>
        <w:t xml:space="preserve"> </w:t>
      </w:r>
      <w:r w:rsidR="00782AF0">
        <w:rPr>
          <w:rFonts w:ascii="Arial" w:hAnsi="Arial" w:cs="Arial"/>
          <w:color w:val="2D2D2D"/>
          <w:sz w:val="22"/>
          <w:szCs w:val="22"/>
        </w:rPr>
        <w:t>verm</w:t>
      </w:r>
      <w:r w:rsidR="00133A9A">
        <w:rPr>
          <w:rFonts w:ascii="Arial" w:hAnsi="Arial" w:cs="Arial"/>
          <w:color w:val="2D2D2D"/>
          <w:sz w:val="22"/>
          <w:szCs w:val="22"/>
        </w:rPr>
        <w:t>ittelt werden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. Für den 11.03. können sich Interessierte 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beispielsweise 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zum Thema „Datenexport und Beschriftung“ </w:t>
      </w:r>
      <w:r w:rsidR="000F5BFC">
        <w:rPr>
          <w:rFonts w:ascii="Arial" w:hAnsi="Arial" w:cs="Arial"/>
          <w:color w:val="2D2D2D"/>
          <w:sz w:val="22"/>
          <w:szCs w:val="22"/>
        </w:rPr>
        <w:t>noch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 anmelden. 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Ein weiteres Format ist der </w:t>
      </w:r>
      <w:r w:rsidR="000F5BFC">
        <w:rPr>
          <w:rFonts w:ascii="Arial" w:hAnsi="Arial" w:cs="Arial"/>
          <w:color w:val="2D2D2D"/>
          <w:sz w:val="22"/>
          <w:szCs w:val="22"/>
        </w:rPr>
        <w:t>„</w:t>
      </w:r>
      <w:r w:rsidRPr="00BB2800">
        <w:rPr>
          <w:rFonts w:ascii="Arial" w:hAnsi="Arial" w:cs="Arial"/>
          <w:color w:val="2D2D2D"/>
          <w:sz w:val="22"/>
          <w:szCs w:val="22"/>
        </w:rPr>
        <w:t>Online Coach</w:t>
      </w:r>
      <w:r w:rsidR="000F5BFC">
        <w:rPr>
          <w:rFonts w:ascii="Arial" w:hAnsi="Arial" w:cs="Arial"/>
          <w:color w:val="2D2D2D"/>
          <w:sz w:val="22"/>
          <w:szCs w:val="22"/>
        </w:rPr>
        <w:t>“</w:t>
      </w:r>
      <w:r w:rsidRPr="00BB2800">
        <w:rPr>
          <w:rFonts w:ascii="Arial" w:hAnsi="Arial" w:cs="Arial"/>
          <w:color w:val="2D2D2D"/>
          <w:sz w:val="22"/>
          <w:szCs w:val="22"/>
        </w:rPr>
        <w:t>. Hier werden komplexe Themen beleuch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tet – beispielsweise die Migration der </w:t>
      </w:r>
      <w:r w:rsidR="00BB2800" w:rsidRPr="00BB2800">
        <w:rPr>
          <w:rFonts w:ascii="Arial" w:hAnsi="Arial" w:cs="Arial"/>
          <w:color w:val="2D2D2D"/>
          <w:sz w:val="22"/>
          <w:szCs w:val="22"/>
        </w:rPr>
        <w:t xml:space="preserve">früheren Version </w:t>
      </w:r>
      <w:proofErr w:type="spellStart"/>
      <w:r w:rsidR="00BB2800" w:rsidRPr="00BB2800">
        <w:rPr>
          <w:rFonts w:ascii="Arial" w:hAnsi="Arial" w:cs="Arial"/>
          <w:color w:val="2D2D2D"/>
          <w:sz w:val="22"/>
          <w:szCs w:val="22"/>
        </w:rPr>
        <w:t>Eplan</w:t>
      </w:r>
      <w:proofErr w:type="spellEnd"/>
      <w:r w:rsidR="00BB2800" w:rsidRPr="00BB2800">
        <w:rPr>
          <w:rFonts w:ascii="Arial" w:hAnsi="Arial" w:cs="Arial"/>
          <w:color w:val="2D2D2D"/>
          <w:sz w:val="22"/>
          <w:szCs w:val="22"/>
        </w:rPr>
        <w:t xml:space="preserve"> 5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 auf die aktuelle Software</w:t>
      </w:r>
      <w:r w:rsidR="00133A9A">
        <w:rPr>
          <w:rFonts w:ascii="Arial" w:hAnsi="Arial" w:cs="Arial"/>
          <w:color w:val="2D2D2D"/>
          <w:sz w:val="22"/>
          <w:szCs w:val="22"/>
        </w:rPr>
        <w:t>-</w:t>
      </w:r>
      <w:r w:rsidR="00BB2800" w:rsidRPr="00BB2800">
        <w:rPr>
          <w:rFonts w:ascii="Arial" w:hAnsi="Arial" w:cs="Arial"/>
          <w:color w:val="2D2D2D"/>
          <w:sz w:val="22"/>
          <w:szCs w:val="22"/>
        </w:rPr>
        <w:t xml:space="preserve">Umgebung 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von </w:t>
      </w:r>
      <w:proofErr w:type="spellStart"/>
      <w:r w:rsidR="000F5BFC">
        <w:rPr>
          <w:rFonts w:ascii="Arial" w:hAnsi="Arial" w:cs="Arial"/>
          <w:color w:val="2D2D2D"/>
          <w:sz w:val="22"/>
          <w:szCs w:val="22"/>
        </w:rPr>
        <w:t>Eplan</w:t>
      </w:r>
      <w:proofErr w:type="spellEnd"/>
      <w:r w:rsidR="000F5B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="000F5BFC">
        <w:rPr>
          <w:rFonts w:ascii="Arial" w:hAnsi="Arial" w:cs="Arial"/>
          <w:color w:val="2D2D2D"/>
          <w:sz w:val="22"/>
          <w:szCs w:val="22"/>
        </w:rPr>
        <w:t>Electric</w:t>
      </w:r>
      <w:proofErr w:type="spellEnd"/>
      <w:r w:rsidR="000F5BFC">
        <w:rPr>
          <w:rFonts w:ascii="Arial" w:hAnsi="Arial" w:cs="Arial"/>
          <w:color w:val="2D2D2D"/>
          <w:sz w:val="22"/>
          <w:szCs w:val="22"/>
        </w:rPr>
        <w:t xml:space="preserve"> P8. </w:t>
      </w:r>
    </w:p>
    <w:p w14:paraId="0999B679" w14:textId="77777777" w:rsidR="007F3FA5" w:rsidRDefault="00133A9A" w:rsidP="00BB2800">
      <w:pPr>
        <w:pStyle w:val="StandardWeb"/>
        <w:spacing w:before="0" w:beforeAutospacing="0" w:after="240" w:afterAutospacing="0"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r>
        <w:rPr>
          <w:rFonts w:ascii="Arial" w:hAnsi="Arial" w:cs="Arial"/>
          <w:color w:val="2D2D2D"/>
          <w:sz w:val="22"/>
          <w:szCs w:val="22"/>
        </w:rPr>
        <w:lastRenderedPageBreak/>
        <w:t xml:space="preserve">In beiden Formaten findet 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ein direkter Austausch unter allen Teilnehmern </w:t>
      </w:r>
      <w:r>
        <w:rPr>
          <w:rFonts w:ascii="Arial" w:hAnsi="Arial" w:cs="Arial"/>
          <w:color w:val="2D2D2D"/>
          <w:sz w:val="22"/>
          <w:szCs w:val="22"/>
        </w:rPr>
        <w:t>statt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. Fragen </w:t>
      </w:r>
      <w:r>
        <w:rPr>
          <w:rFonts w:ascii="Arial" w:hAnsi="Arial" w:cs="Arial"/>
          <w:color w:val="2D2D2D"/>
          <w:sz w:val="22"/>
          <w:szCs w:val="22"/>
        </w:rPr>
        <w:t>werden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online gestellt und direkt </w:t>
      </w:r>
      <w:r>
        <w:rPr>
          <w:rFonts w:ascii="Arial" w:hAnsi="Arial" w:cs="Arial"/>
          <w:color w:val="2D2D2D"/>
          <w:sz w:val="22"/>
          <w:szCs w:val="22"/>
        </w:rPr>
        <w:t xml:space="preserve">praxisnah 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>in der Session beantwortet</w:t>
      </w:r>
      <w:r>
        <w:rPr>
          <w:rFonts w:ascii="Arial" w:hAnsi="Arial" w:cs="Arial"/>
          <w:color w:val="2D2D2D"/>
          <w:sz w:val="22"/>
          <w:szCs w:val="22"/>
        </w:rPr>
        <w:t>.</w:t>
      </w:r>
    </w:p>
    <w:p w14:paraId="68F9E9C4" w14:textId="77777777" w:rsidR="000F5BFC" w:rsidRPr="000F5BFC" w:rsidRDefault="000F5BFC" w:rsidP="000F5BFC">
      <w:pPr>
        <w:pStyle w:val="StandardWeb"/>
        <w:spacing w:before="0" w:beforeAutospacing="0" w:after="120" w:afterAutospacing="0" w:line="312" w:lineRule="auto"/>
        <w:ind w:right="3493"/>
        <w:rPr>
          <w:rFonts w:ascii="Arial" w:hAnsi="Arial" w:cs="Arial"/>
          <w:b/>
          <w:color w:val="2D2D2D"/>
          <w:sz w:val="22"/>
          <w:szCs w:val="22"/>
        </w:rPr>
      </w:pPr>
      <w:r w:rsidRPr="000F5BFC">
        <w:rPr>
          <w:rFonts w:ascii="Arial" w:hAnsi="Arial" w:cs="Arial"/>
          <w:b/>
          <w:color w:val="2D2D2D"/>
          <w:sz w:val="22"/>
          <w:szCs w:val="22"/>
        </w:rPr>
        <w:t>Direkt mit Kunden ins Gespräch kommen</w:t>
      </w:r>
    </w:p>
    <w:p w14:paraId="5689EBAE" w14:textId="77777777" w:rsidR="00782AF0" w:rsidRPr="00782AF0" w:rsidRDefault="007F3FA5" w:rsidP="00442588">
      <w:pPr>
        <w:pStyle w:val="StandardWeb"/>
        <w:spacing w:before="0" w:beforeAutospacing="0" w:after="240" w:afterAutospacing="0"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r w:rsidRPr="00BB2800">
        <w:rPr>
          <w:rFonts w:ascii="Arial" w:hAnsi="Arial" w:cs="Arial"/>
          <w:color w:val="2D2D2D"/>
          <w:sz w:val="22"/>
          <w:szCs w:val="22"/>
        </w:rPr>
        <w:t>Die Kategorie „Projekte“ lädt Entscheider ein</w:t>
      </w:r>
      <w:r w:rsidR="00133A9A">
        <w:rPr>
          <w:rFonts w:ascii="Arial" w:hAnsi="Arial" w:cs="Arial"/>
          <w:color w:val="2D2D2D"/>
          <w:sz w:val="22"/>
          <w:szCs w:val="22"/>
        </w:rPr>
        <w:t xml:space="preserve"> zum Blick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 hinter die Kulissen. </w:t>
      </w:r>
      <w:r w:rsidR="00BB2800" w:rsidRPr="00BB2800">
        <w:rPr>
          <w:rFonts w:ascii="Arial" w:hAnsi="Arial" w:cs="Arial"/>
          <w:color w:val="2D2D2D"/>
          <w:sz w:val="22"/>
          <w:szCs w:val="22"/>
        </w:rPr>
        <w:t xml:space="preserve">Hier werden in den Rubriken Best Practice, News und </w:t>
      </w:r>
      <w:proofErr w:type="spellStart"/>
      <w:r w:rsidR="00BB2800" w:rsidRPr="00BB2800">
        <w:rPr>
          <w:rFonts w:ascii="Arial" w:hAnsi="Arial" w:cs="Arial"/>
          <w:color w:val="2D2D2D"/>
          <w:sz w:val="22"/>
          <w:szCs w:val="22"/>
        </w:rPr>
        <w:t>Process</w:t>
      </w:r>
      <w:proofErr w:type="spellEnd"/>
      <w:r w:rsidR="00BB2800" w:rsidRPr="00BB2800">
        <w:rPr>
          <w:rFonts w:ascii="Arial" w:hAnsi="Arial" w:cs="Arial"/>
          <w:color w:val="2D2D2D"/>
          <w:sz w:val="22"/>
          <w:szCs w:val="22"/>
        </w:rPr>
        <w:t xml:space="preserve"> ganz unterschiedliche </w:t>
      </w:r>
      <w:r w:rsidR="00BB2800" w:rsidRPr="00782AF0">
        <w:rPr>
          <w:rFonts w:ascii="Arial" w:hAnsi="Arial" w:cs="Arial"/>
          <w:color w:val="2D2D2D"/>
          <w:sz w:val="22"/>
          <w:szCs w:val="22"/>
        </w:rPr>
        <w:t xml:space="preserve">Themen fokussiert. Best Practice bietet die Chance, direkt mit Kunden ins Gespräch zu kommen. Manager erhalten hier </w:t>
      </w:r>
      <w:r w:rsidR="00133A9A">
        <w:rPr>
          <w:rFonts w:ascii="Arial" w:hAnsi="Arial" w:cs="Arial"/>
          <w:color w:val="2D2D2D"/>
          <w:sz w:val="22"/>
          <w:szCs w:val="22"/>
        </w:rPr>
        <w:t xml:space="preserve">Hintergründe zu </w:t>
      </w:r>
      <w:r w:rsidRPr="00782AF0">
        <w:rPr>
          <w:rFonts w:ascii="Arial" w:hAnsi="Arial" w:cs="Arial"/>
          <w:color w:val="2D2D2D"/>
          <w:sz w:val="22"/>
          <w:szCs w:val="22"/>
        </w:rPr>
        <w:t>Herausforderungen und Lösungswege</w:t>
      </w:r>
      <w:r w:rsidR="00133A9A">
        <w:rPr>
          <w:rFonts w:ascii="Arial" w:hAnsi="Arial" w:cs="Arial"/>
          <w:color w:val="2D2D2D"/>
          <w:sz w:val="22"/>
          <w:szCs w:val="22"/>
        </w:rPr>
        <w:t>n</w:t>
      </w:r>
      <w:r w:rsidRPr="00782AF0">
        <w:rPr>
          <w:rFonts w:ascii="Arial" w:hAnsi="Arial" w:cs="Arial"/>
          <w:color w:val="2D2D2D"/>
          <w:sz w:val="22"/>
          <w:szCs w:val="22"/>
        </w:rPr>
        <w:t xml:space="preserve"> anderer Unternehmen.</w:t>
      </w:r>
      <w:r w:rsidR="00782AF0" w:rsidRPr="00782AF0">
        <w:rPr>
          <w:rFonts w:ascii="Arial" w:hAnsi="Arial" w:cs="Arial"/>
          <w:color w:val="2D2D2D"/>
          <w:sz w:val="22"/>
          <w:szCs w:val="22"/>
        </w:rPr>
        <w:t xml:space="preserve"> Am 17. März gewähren</w:t>
      </w:r>
      <w:r w:rsidRPr="00782AF0">
        <w:rPr>
          <w:rFonts w:ascii="Arial" w:hAnsi="Arial" w:cs="Arial"/>
          <w:color w:val="2D2D2D"/>
          <w:sz w:val="22"/>
          <w:szCs w:val="22"/>
        </w:rPr>
        <w:t xml:space="preserve"> </w:t>
      </w:r>
      <w:r w:rsidR="00E849BE">
        <w:rPr>
          <w:rFonts w:ascii="Arial" w:hAnsi="Arial" w:cs="Arial"/>
          <w:color w:val="2D2D2D"/>
          <w:sz w:val="22"/>
          <w:szCs w:val="22"/>
        </w:rPr>
        <w:t xml:space="preserve">beispielsweise </w:t>
      </w:r>
      <w:proofErr w:type="spellStart"/>
      <w:r w:rsidR="00E849BE">
        <w:rPr>
          <w:rFonts w:ascii="Arial" w:hAnsi="Arial" w:cs="Arial"/>
          <w:color w:val="2D2D2D"/>
          <w:sz w:val="22"/>
          <w:szCs w:val="22"/>
        </w:rPr>
        <w:t>CadCabel</w:t>
      </w:r>
      <w:proofErr w:type="spellEnd"/>
      <w:r w:rsidR="000F5BFC">
        <w:rPr>
          <w:rFonts w:ascii="Arial" w:hAnsi="Arial" w:cs="Arial"/>
          <w:color w:val="2D2D2D"/>
          <w:sz w:val="22"/>
          <w:szCs w:val="22"/>
        </w:rPr>
        <w:t xml:space="preserve"> </w:t>
      </w:r>
      <w:r w:rsidR="00782AF0" w:rsidRPr="00782AF0">
        <w:rPr>
          <w:rFonts w:ascii="Arial" w:hAnsi="Arial" w:cs="Arial"/>
          <w:color w:val="2D2D2D"/>
          <w:sz w:val="22"/>
          <w:szCs w:val="22"/>
        </w:rPr>
        <w:t>und Moser Einblicke in die täglichen Herausforderungen ihrer K</w:t>
      </w:r>
      <w:r w:rsidR="00133A9A">
        <w:rPr>
          <w:rFonts w:ascii="Arial" w:hAnsi="Arial" w:cs="Arial"/>
          <w:color w:val="2D2D2D"/>
          <w:sz w:val="22"/>
          <w:szCs w:val="22"/>
        </w:rPr>
        <w:t>abel- und Kabelbaumkonstruktion.</w:t>
      </w:r>
    </w:p>
    <w:p w14:paraId="04234622" w14:textId="77777777" w:rsidR="007F3FA5" w:rsidRPr="00BB2800" w:rsidRDefault="00BB2800" w:rsidP="00442588">
      <w:pPr>
        <w:pStyle w:val="StandardWeb"/>
        <w:spacing w:before="0" w:beforeAutospacing="0" w:after="240" w:afterAutospacing="0"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r w:rsidRPr="00BB2800">
        <w:rPr>
          <w:rFonts w:ascii="Arial" w:hAnsi="Arial" w:cs="Arial"/>
          <w:color w:val="2D2D2D"/>
          <w:sz w:val="22"/>
          <w:szCs w:val="22"/>
        </w:rPr>
        <w:t>Die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 News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-Webcasts </w:t>
      </w:r>
      <w:r w:rsidRPr="00BB2800">
        <w:rPr>
          <w:rFonts w:ascii="Arial" w:hAnsi="Arial" w:cs="Arial"/>
          <w:color w:val="2D2D2D"/>
          <w:sz w:val="22"/>
          <w:szCs w:val="22"/>
        </w:rPr>
        <w:t>informieren</w:t>
      </w:r>
      <w:r w:rsidR="007F3FA5" w:rsidRPr="00BB2800">
        <w:rPr>
          <w:rFonts w:ascii="Arial" w:hAnsi="Arial" w:cs="Arial"/>
          <w:color w:val="2D2D2D"/>
          <w:sz w:val="22"/>
          <w:szCs w:val="22"/>
        </w:rPr>
        <w:t xml:space="preserve"> über neuste Entwicklungen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 im Themenumfeld Engineering. </w:t>
      </w:r>
      <w:proofErr w:type="spellStart"/>
      <w:r w:rsidRPr="00BB2800">
        <w:rPr>
          <w:rFonts w:ascii="Arial" w:hAnsi="Arial" w:cs="Arial"/>
          <w:color w:val="2D2D2D"/>
          <w:sz w:val="22"/>
          <w:szCs w:val="22"/>
        </w:rPr>
        <w:t>Process</w:t>
      </w:r>
      <w:proofErr w:type="spellEnd"/>
      <w:r w:rsidRPr="00BB2800">
        <w:rPr>
          <w:rFonts w:ascii="Arial" w:hAnsi="Arial" w:cs="Arial"/>
          <w:color w:val="2D2D2D"/>
          <w:sz w:val="22"/>
          <w:szCs w:val="22"/>
        </w:rPr>
        <w:t xml:space="preserve"> adressiert ein ganz aktuelles Thema</w:t>
      </w:r>
      <w:r w:rsidR="000F5BFC">
        <w:rPr>
          <w:rFonts w:ascii="Arial" w:hAnsi="Arial" w:cs="Arial"/>
          <w:color w:val="2D2D2D"/>
          <w:sz w:val="22"/>
          <w:szCs w:val="22"/>
        </w:rPr>
        <w:t xml:space="preserve">: </w:t>
      </w:r>
      <w:r w:rsidRPr="00BB2800">
        <w:rPr>
          <w:rFonts w:ascii="Arial" w:hAnsi="Arial" w:cs="Arial"/>
          <w:color w:val="2D2D2D"/>
          <w:sz w:val="22"/>
          <w:szCs w:val="22"/>
        </w:rPr>
        <w:t>die Optimierung von Unternehmensprozessen mi</w:t>
      </w:r>
      <w:r w:rsidR="000A4E18">
        <w:rPr>
          <w:rFonts w:ascii="Arial" w:hAnsi="Arial" w:cs="Arial"/>
          <w:color w:val="2D2D2D"/>
          <w:sz w:val="22"/>
          <w:szCs w:val="22"/>
        </w:rPr>
        <w:t>t ganzheitlichem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 und fachüber</w:t>
      </w:r>
      <w:r w:rsidR="000A4E18">
        <w:rPr>
          <w:rFonts w:ascii="Arial" w:hAnsi="Arial" w:cs="Arial"/>
          <w:color w:val="2D2D2D"/>
          <w:sz w:val="22"/>
          <w:szCs w:val="22"/>
        </w:rPr>
        <w:t>greifenden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 Blick auf das </w:t>
      </w:r>
      <w:r w:rsidR="000A4E18">
        <w:rPr>
          <w:rFonts w:ascii="Arial" w:hAnsi="Arial" w:cs="Arial"/>
          <w:color w:val="2D2D2D"/>
          <w:sz w:val="22"/>
          <w:szCs w:val="22"/>
        </w:rPr>
        <w:t>g</w:t>
      </w:r>
      <w:r w:rsidRPr="00BB2800">
        <w:rPr>
          <w:rFonts w:ascii="Arial" w:hAnsi="Arial" w:cs="Arial"/>
          <w:color w:val="2D2D2D"/>
          <w:sz w:val="22"/>
          <w:szCs w:val="22"/>
        </w:rPr>
        <w:t xml:space="preserve">roße Ganze. </w:t>
      </w:r>
      <w:r w:rsidR="00782AF0">
        <w:rPr>
          <w:rFonts w:ascii="Arial" w:hAnsi="Arial" w:cs="Arial"/>
          <w:color w:val="2D2D2D"/>
          <w:sz w:val="22"/>
          <w:szCs w:val="22"/>
        </w:rPr>
        <w:t xml:space="preserve">Am 04.03. steht </w:t>
      </w:r>
      <w:r w:rsidR="00133A9A">
        <w:rPr>
          <w:rFonts w:ascii="Arial" w:hAnsi="Arial" w:cs="Arial"/>
          <w:color w:val="2D2D2D"/>
          <w:sz w:val="22"/>
          <w:szCs w:val="22"/>
        </w:rPr>
        <w:t xml:space="preserve">hier </w:t>
      </w:r>
      <w:r w:rsidR="00782AF0">
        <w:rPr>
          <w:rFonts w:ascii="Arial" w:hAnsi="Arial" w:cs="Arial"/>
          <w:color w:val="2D2D2D"/>
          <w:sz w:val="22"/>
          <w:szCs w:val="22"/>
        </w:rPr>
        <w:t>das Thema „</w:t>
      </w:r>
      <w:r w:rsidR="00782AF0" w:rsidRPr="00782AF0">
        <w:rPr>
          <w:rFonts w:ascii="Arial" w:hAnsi="Arial" w:cs="Arial"/>
          <w:color w:val="2D2D2D"/>
          <w:sz w:val="22"/>
          <w:szCs w:val="22"/>
        </w:rPr>
        <w:t>Wettbewerbsvorteile durch Datendurchgängigkeit in ERP- und PDM-Systemen“ auf dem Programm.</w:t>
      </w:r>
      <w:r w:rsidR="00782AF0">
        <w:rPr>
          <w:rFonts w:ascii="Arial" w:hAnsi="Arial" w:cs="Arial"/>
          <w:b/>
          <w:bCs/>
          <w:color w:val="000000"/>
          <w:sz w:val="30"/>
          <w:szCs w:val="30"/>
          <w:shd w:val="clear" w:color="auto" w:fill="F5F5F7"/>
        </w:rPr>
        <w:t xml:space="preserve"> </w:t>
      </w:r>
    </w:p>
    <w:p w14:paraId="58464A9C" w14:textId="77777777" w:rsidR="00782AF0" w:rsidRPr="00782AF0" w:rsidRDefault="0092503D" w:rsidP="00442588">
      <w:pPr>
        <w:pStyle w:val="StandardWeb"/>
        <w:spacing w:before="0" w:beforeAutospacing="0" w:after="240" w:afterAutospacing="0" w:line="312" w:lineRule="auto"/>
        <w:ind w:right="3493"/>
        <w:rPr>
          <w:rFonts w:ascii="Arial" w:hAnsi="Arial" w:cs="Arial"/>
          <w:b/>
          <w:color w:val="2D2D2D"/>
          <w:sz w:val="22"/>
          <w:szCs w:val="22"/>
        </w:rPr>
      </w:pPr>
      <w:r>
        <w:rPr>
          <w:rFonts w:ascii="Arial" w:hAnsi="Arial" w:cs="Arial"/>
          <w:b/>
          <w:color w:val="2D2D2D"/>
          <w:sz w:val="22"/>
          <w:szCs w:val="22"/>
        </w:rPr>
        <w:t xml:space="preserve">Nächste </w:t>
      </w:r>
      <w:r w:rsidR="00442588">
        <w:rPr>
          <w:rFonts w:ascii="Arial" w:hAnsi="Arial" w:cs="Arial"/>
          <w:b/>
          <w:color w:val="2D2D2D"/>
          <w:sz w:val="22"/>
          <w:szCs w:val="22"/>
        </w:rPr>
        <w:t>Webcast-T</w:t>
      </w:r>
      <w:r w:rsidR="00782AF0" w:rsidRPr="00782AF0">
        <w:rPr>
          <w:rFonts w:ascii="Arial" w:hAnsi="Arial" w:cs="Arial"/>
          <w:b/>
          <w:color w:val="2D2D2D"/>
          <w:sz w:val="22"/>
          <w:szCs w:val="22"/>
        </w:rPr>
        <w:t>ermine im Überblick:</w:t>
      </w:r>
    </w:p>
    <w:p w14:paraId="1BA92EB9" w14:textId="77777777" w:rsidR="00442588" w:rsidRDefault="00782AF0" w:rsidP="00442588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line="312" w:lineRule="auto"/>
        <w:ind w:right="3493" w:hanging="72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442588">
        <w:rPr>
          <w:rFonts w:ascii="Arial" w:hAnsi="Arial" w:cs="Arial"/>
          <w:b/>
          <w:color w:val="2D2D2D"/>
          <w:sz w:val="22"/>
          <w:szCs w:val="22"/>
        </w:rPr>
        <w:t>Process</w:t>
      </w:r>
      <w:proofErr w:type="spellEnd"/>
      <w:r w:rsidRPr="0092503D">
        <w:rPr>
          <w:rFonts w:ascii="Arial" w:hAnsi="Arial" w:cs="Arial"/>
          <w:color w:val="2D2D2D"/>
          <w:sz w:val="22"/>
          <w:szCs w:val="22"/>
        </w:rPr>
        <w:t xml:space="preserve"> / 04.03.</w:t>
      </w:r>
      <w:r w:rsidR="00442588">
        <w:rPr>
          <w:rFonts w:ascii="Arial" w:hAnsi="Arial" w:cs="Arial"/>
          <w:color w:val="2D2D2D"/>
          <w:sz w:val="22"/>
          <w:szCs w:val="22"/>
        </w:rPr>
        <w:t xml:space="preserve"> / 16.00 h</w:t>
      </w:r>
    </w:p>
    <w:p w14:paraId="44721FD6" w14:textId="77777777" w:rsidR="0092503D" w:rsidRDefault="00782AF0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r w:rsidRPr="0092503D">
        <w:rPr>
          <w:rFonts w:ascii="Arial" w:hAnsi="Arial" w:cs="Arial"/>
          <w:color w:val="2D2D2D"/>
          <w:sz w:val="22"/>
          <w:szCs w:val="22"/>
        </w:rPr>
        <w:t xml:space="preserve">Integration von </w:t>
      </w:r>
      <w:proofErr w:type="spellStart"/>
      <w:r w:rsidRPr="0092503D">
        <w:rPr>
          <w:rFonts w:ascii="Arial" w:hAnsi="Arial" w:cs="Arial"/>
          <w:color w:val="2D2D2D"/>
          <w:sz w:val="22"/>
          <w:szCs w:val="22"/>
        </w:rPr>
        <w:t>Eplan</w:t>
      </w:r>
      <w:proofErr w:type="spellEnd"/>
      <w:r w:rsidRPr="0092503D">
        <w:rPr>
          <w:rFonts w:ascii="Arial" w:hAnsi="Arial" w:cs="Arial"/>
          <w:color w:val="2D2D2D"/>
          <w:sz w:val="22"/>
          <w:szCs w:val="22"/>
        </w:rPr>
        <w:t xml:space="preserve"> in PDM- und ERP-Systeme</w:t>
      </w:r>
    </w:p>
    <w:p w14:paraId="693C2A29" w14:textId="77777777" w:rsidR="00442588" w:rsidRDefault="00442588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</w:p>
    <w:p w14:paraId="442A436E" w14:textId="77777777" w:rsidR="00442588" w:rsidRPr="00442588" w:rsidRDefault="00782AF0" w:rsidP="00442588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line="312" w:lineRule="auto"/>
        <w:ind w:right="3493" w:hanging="720"/>
        <w:rPr>
          <w:rFonts w:ascii="Arial" w:hAnsi="Arial" w:cs="Arial"/>
          <w:color w:val="2D2D2D"/>
          <w:sz w:val="22"/>
          <w:szCs w:val="22"/>
          <w:lang w:val="en-US"/>
        </w:rPr>
      </w:pPr>
      <w:r w:rsidRPr="00442588">
        <w:rPr>
          <w:rFonts w:ascii="Arial" w:hAnsi="Arial" w:cs="Arial"/>
          <w:b/>
          <w:color w:val="2D2D2D"/>
          <w:sz w:val="22"/>
          <w:szCs w:val="22"/>
          <w:lang w:val="en-US"/>
        </w:rPr>
        <w:t>Virtual Café</w:t>
      </w:r>
      <w:r w:rsidRPr="00442588">
        <w:rPr>
          <w:rFonts w:ascii="Arial" w:hAnsi="Arial" w:cs="Arial"/>
          <w:color w:val="2D2D2D"/>
          <w:sz w:val="22"/>
          <w:szCs w:val="22"/>
          <w:lang w:val="en-US"/>
        </w:rPr>
        <w:t xml:space="preserve"> /11.03.</w:t>
      </w:r>
      <w:r w:rsidR="00442588">
        <w:rPr>
          <w:rFonts w:ascii="Arial" w:hAnsi="Arial" w:cs="Arial"/>
          <w:color w:val="2D2D2D"/>
          <w:sz w:val="22"/>
          <w:szCs w:val="22"/>
          <w:lang w:val="en-US"/>
        </w:rPr>
        <w:t xml:space="preserve"> /</w:t>
      </w:r>
      <w:r w:rsidR="0092503D" w:rsidRPr="00442588">
        <w:rPr>
          <w:rFonts w:ascii="Arial" w:hAnsi="Arial" w:cs="Arial"/>
          <w:color w:val="2D2D2D"/>
          <w:sz w:val="22"/>
          <w:szCs w:val="22"/>
          <w:lang w:val="en-US"/>
        </w:rPr>
        <w:t xml:space="preserve"> </w:t>
      </w:r>
      <w:r w:rsidR="00442588" w:rsidRPr="00442588">
        <w:rPr>
          <w:rFonts w:ascii="Arial" w:hAnsi="Arial" w:cs="Arial"/>
          <w:color w:val="2D2D2D"/>
          <w:sz w:val="22"/>
          <w:szCs w:val="22"/>
          <w:lang w:val="en-US"/>
        </w:rPr>
        <w:t>16.00 h</w:t>
      </w:r>
    </w:p>
    <w:p w14:paraId="2469B951" w14:textId="77777777" w:rsidR="0092503D" w:rsidRDefault="00782AF0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  <w:lang w:val="en-US"/>
        </w:rPr>
      </w:pPr>
      <w:proofErr w:type="spellStart"/>
      <w:r w:rsidRPr="00442588">
        <w:rPr>
          <w:rFonts w:ascii="Arial" w:hAnsi="Arial" w:cs="Arial"/>
          <w:color w:val="2D2D2D"/>
          <w:sz w:val="22"/>
          <w:szCs w:val="22"/>
          <w:lang w:val="en-US"/>
        </w:rPr>
        <w:t>Datenexport</w:t>
      </w:r>
      <w:proofErr w:type="spellEnd"/>
      <w:r w:rsidRPr="00442588">
        <w:rPr>
          <w:rFonts w:ascii="Arial" w:hAnsi="Arial" w:cs="Arial"/>
          <w:color w:val="2D2D2D"/>
          <w:sz w:val="22"/>
          <w:szCs w:val="22"/>
          <w:lang w:val="en-US"/>
        </w:rPr>
        <w:t xml:space="preserve"> &amp; </w:t>
      </w:r>
      <w:proofErr w:type="spellStart"/>
      <w:r w:rsidRPr="00442588">
        <w:rPr>
          <w:rFonts w:ascii="Arial" w:hAnsi="Arial" w:cs="Arial"/>
          <w:color w:val="2D2D2D"/>
          <w:sz w:val="22"/>
          <w:szCs w:val="22"/>
          <w:lang w:val="en-US"/>
        </w:rPr>
        <w:t>Beschriftung</w:t>
      </w:r>
      <w:proofErr w:type="spellEnd"/>
    </w:p>
    <w:p w14:paraId="06F7108D" w14:textId="77777777" w:rsidR="000F5BFC" w:rsidRPr="00442588" w:rsidRDefault="000F5BFC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  <w:lang w:val="en-US"/>
        </w:rPr>
      </w:pPr>
    </w:p>
    <w:p w14:paraId="4F42A692" w14:textId="77777777" w:rsidR="00442588" w:rsidRDefault="0092503D" w:rsidP="00442588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line="312" w:lineRule="auto"/>
        <w:ind w:right="3493" w:hanging="720"/>
        <w:rPr>
          <w:rFonts w:ascii="Arial" w:hAnsi="Arial" w:cs="Arial"/>
          <w:color w:val="2D2D2D"/>
          <w:sz w:val="22"/>
          <w:szCs w:val="22"/>
          <w:lang w:val="en-US"/>
        </w:rPr>
      </w:pPr>
      <w:r w:rsidRPr="00442588">
        <w:rPr>
          <w:rFonts w:ascii="Arial" w:hAnsi="Arial" w:cs="Arial"/>
          <w:b/>
          <w:color w:val="2D2D2D"/>
          <w:sz w:val="22"/>
          <w:szCs w:val="22"/>
          <w:lang w:val="en-US"/>
        </w:rPr>
        <w:t>Online Coach</w:t>
      </w:r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 / 17.03.</w:t>
      </w:r>
      <w:r w:rsidR="00442588">
        <w:rPr>
          <w:rFonts w:ascii="Arial" w:hAnsi="Arial" w:cs="Arial"/>
          <w:color w:val="2D2D2D"/>
          <w:sz w:val="22"/>
          <w:szCs w:val="22"/>
          <w:lang w:val="en-US"/>
        </w:rPr>
        <w:t xml:space="preserve"> / 10.00 h</w:t>
      </w:r>
    </w:p>
    <w:p w14:paraId="4AFD1577" w14:textId="77777777" w:rsidR="0092503D" w:rsidRDefault="00782AF0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  <w:lang w:val="en-US"/>
        </w:rPr>
      </w:pPr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Migration </w:t>
      </w:r>
      <w:proofErr w:type="spellStart"/>
      <w:r w:rsidRPr="0092503D">
        <w:rPr>
          <w:rFonts w:ascii="Arial" w:hAnsi="Arial" w:cs="Arial"/>
          <w:color w:val="2D2D2D"/>
          <w:sz w:val="22"/>
          <w:szCs w:val="22"/>
          <w:lang w:val="en-US"/>
        </w:rPr>
        <w:t>Eplan</w:t>
      </w:r>
      <w:proofErr w:type="spellEnd"/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 5 </w:t>
      </w:r>
      <w:proofErr w:type="spellStart"/>
      <w:r w:rsidR="0092503D" w:rsidRPr="0092503D">
        <w:rPr>
          <w:rFonts w:ascii="Arial" w:hAnsi="Arial" w:cs="Arial"/>
          <w:color w:val="2D2D2D"/>
          <w:sz w:val="22"/>
          <w:szCs w:val="22"/>
          <w:lang w:val="en-US"/>
        </w:rPr>
        <w:t>zu</w:t>
      </w:r>
      <w:proofErr w:type="spellEnd"/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 </w:t>
      </w:r>
      <w:proofErr w:type="spellStart"/>
      <w:r w:rsidRPr="0092503D">
        <w:rPr>
          <w:rFonts w:ascii="Arial" w:hAnsi="Arial" w:cs="Arial"/>
          <w:color w:val="2D2D2D"/>
          <w:sz w:val="22"/>
          <w:szCs w:val="22"/>
          <w:lang w:val="en-US"/>
        </w:rPr>
        <w:t>Eplan</w:t>
      </w:r>
      <w:proofErr w:type="spellEnd"/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 </w:t>
      </w:r>
      <w:r w:rsidR="0092503D"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Electric </w:t>
      </w:r>
      <w:r w:rsidRPr="0092503D">
        <w:rPr>
          <w:rFonts w:ascii="Arial" w:hAnsi="Arial" w:cs="Arial"/>
          <w:color w:val="2D2D2D"/>
          <w:sz w:val="22"/>
          <w:szCs w:val="22"/>
          <w:lang w:val="en-US"/>
        </w:rPr>
        <w:t xml:space="preserve">P8 </w:t>
      </w:r>
    </w:p>
    <w:p w14:paraId="6A2D5BAE" w14:textId="77777777" w:rsidR="00442588" w:rsidRPr="0092503D" w:rsidRDefault="00442588" w:rsidP="00442588">
      <w:pPr>
        <w:shd w:val="clear" w:color="auto" w:fill="FFFFFF"/>
        <w:spacing w:line="312" w:lineRule="auto"/>
        <w:ind w:right="3493"/>
        <w:rPr>
          <w:rFonts w:ascii="Arial" w:hAnsi="Arial" w:cs="Arial"/>
          <w:color w:val="2D2D2D"/>
          <w:sz w:val="22"/>
          <w:szCs w:val="22"/>
          <w:lang w:val="en-US"/>
        </w:rPr>
      </w:pPr>
    </w:p>
    <w:p w14:paraId="6923202A" w14:textId="77777777" w:rsidR="00442588" w:rsidRPr="00442588" w:rsidRDefault="0092503D" w:rsidP="00442588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line="312" w:lineRule="auto"/>
        <w:ind w:right="3493" w:hanging="720"/>
        <w:rPr>
          <w:rFonts w:ascii="Arial" w:hAnsi="Arial" w:cs="Arial"/>
          <w:color w:val="2D2D2D"/>
          <w:sz w:val="22"/>
          <w:szCs w:val="22"/>
          <w:lang w:val="en-US"/>
        </w:rPr>
      </w:pPr>
      <w:r w:rsidRPr="00442588">
        <w:rPr>
          <w:rFonts w:ascii="Arial" w:hAnsi="Arial" w:cs="Arial"/>
          <w:b/>
          <w:color w:val="2D2D2D"/>
          <w:sz w:val="22"/>
          <w:szCs w:val="22"/>
          <w:lang w:val="en-US"/>
        </w:rPr>
        <w:t>Best Practice</w:t>
      </w:r>
      <w:r w:rsidRPr="00442588">
        <w:rPr>
          <w:rFonts w:ascii="Arial" w:hAnsi="Arial" w:cs="Arial"/>
          <w:color w:val="2D2D2D"/>
          <w:sz w:val="22"/>
          <w:szCs w:val="22"/>
          <w:lang w:val="en-US"/>
        </w:rPr>
        <w:t xml:space="preserve"> / 17.03.</w:t>
      </w:r>
      <w:r w:rsidR="00442588">
        <w:rPr>
          <w:rFonts w:ascii="Arial" w:hAnsi="Arial" w:cs="Arial"/>
          <w:color w:val="2D2D2D"/>
          <w:sz w:val="22"/>
          <w:szCs w:val="22"/>
          <w:lang w:val="en-US"/>
        </w:rPr>
        <w:t xml:space="preserve"> / 15.30 h</w:t>
      </w:r>
    </w:p>
    <w:p w14:paraId="0395D210" w14:textId="77777777" w:rsidR="00782AF0" w:rsidRPr="0092503D" w:rsidRDefault="00782AF0" w:rsidP="00442588">
      <w:pPr>
        <w:shd w:val="clear" w:color="auto" w:fill="FFFFFF"/>
        <w:tabs>
          <w:tab w:val="num" w:pos="284"/>
        </w:tabs>
        <w:spacing w:line="312" w:lineRule="auto"/>
        <w:ind w:right="3493"/>
        <w:rPr>
          <w:rFonts w:ascii="Arial" w:hAnsi="Arial" w:cs="Arial"/>
          <w:color w:val="2D2D2D"/>
          <w:sz w:val="22"/>
          <w:szCs w:val="22"/>
        </w:rPr>
      </w:pPr>
      <w:proofErr w:type="spellStart"/>
      <w:r w:rsidRPr="00442588">
        <w:rPr>
          <w:rFonts w:ascii="Arial" w:hAnsi="Arial" w:cs="Arial"/>
          <w:color w:val="2D2D2D"/>
          <w:sz w:val="22"/>
          <w:szCs w:val="22"/>
          <w:lang w:val="en-US"/>
        </w:rPr>
        <w:t>Kabelbaumer</w:t>
      </w:r>
      <w:r w:rsidRPr="0092503D">
        <w:rPr>
          <w:rFonts w:ascii="Arial" w:hAnsi="Arial" w:cs="Arial"/>
          <w:color w:val="2D2D2D"/>
          <w:sz w:val="22"/>
          <w:szCs w:val="22"/>
        </w:rPr>
        <w:t>stellung</w:t>
      </w:r>
      <w:proofErr w:type="spellEnd"/>
      <w:r w:rsidRPr="0092503D">
        <w:rPr>
          <w:rFonts w:ascii="Arial" w:hAnsi="Arial" w:cs="Arial"/>
          <w:color w:val="2D2D2D"/>
          <w:sz w:val="22"/>
          <w:szCs w:val="22"/>
        </w:rPr>
        <w:t xml:space="preserve"> im Sonderfahrzeugbau</w:t>
      </w:r>
      <w:r w:rsidRPr="0092503D">
        <w:rPr>
          <w:rFonts w:ascii="Arial" w:hAnsi="Arial" w:cs="Arial"/>
          <w:color w:val="2D2D2D"/>
          <w:sz w:val="22"/>
          <w:szCs w:val="22"/>
        </w:rPr>
        <w:br/>
      </w:r>
    </w:p>
    <w:p w14:paraId="25A86B62" w14:textId="77777777" w:rsidR="00D54183" w:rsidRDefault="005603D3" w:rsidP="000458FA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 w:rsidRPr="00D54183">
        <w:rPr>
          <w:rFonts w:ascii="Arial" w:hAnsi="Arial" w:cs="Arial"/>
          <w:sz w:val="22"/>
          <w:szCs w:val="22"/>
        </w:rPr>
        <w:lastRenderedPageBreak/>
        <w:t xml:space="preserve">Interessierte melden sich kostenlos an </w:t>
      </w:r>
      <w:r w:rsidR="00713B04" w:rsidRPr="00D54183">
        <w:rPr>
          <w:rFonts w:ascii="Arial" w:hAnsi="Arial" w:cs="Arial"/>
          <w:sz w:val="22"/>
          <w:szCs w:val="22"/>
        </w:rPr>
        <w:t xml:space="preserve">unter: </w:t>
      </w:r>
    </w:p>
    <w:p w14:paraId="492C5196" w14:textId="77777777" w:rsidR="00D54183" w:rsidRDefault="004C09CB" w:rsidP="000458FA">
      <w:pPr>
        <w:spacing w:line="312" w:lineRule="auto"/>
        <w:ind w:right="3493"/>
        <w:rPr>
          <w:rFonts w:ascii="Arial" w:hAnsi="Arial" w:cs="Arial"/>
          <w:sz w:val="20"/>
          <w:szCs w:val="20"/>
        </w:rPr>
      </w:pPr>
      <w:hyperlink r:id="rId13" w:history="1">
        <w:r w:rsidR="00782AF0" w:rsidRPr="008010BE">
          <w:rPr>
            <w:rStyle w:val="Hyperlink"/>
            <w:rFonts w:ascii="Arial" w:hAnsi="Arial" w:cs="Arial"/>
            <w:sz w:val="20"/>
            <w:szCs w:val="20"/>
          </w:rPr>
          <w:t>https://www.eplan.de/unternehmen/events/webcasts</w:t>
        </w:r>
      </w:hyperlink>
    </w:p>
    <w:p w14:paraId="4442D02B" w14:textId="77777777" w:rsidR="000458FA" w:rsidRDefault="000458FA" w:rsidP="000458FA">
      <w:pPr>
        <w:spacing w:line="312" w:lineRule="auto"/>
        <w:ind w:right="3493"/>
        <w:rPr>
          <w:rStyle w:val="Hyperlink"/>
          <w:rFonts w:ascii="Arial" w:hAnsi="Arial" w:cs="Arial"/>
          <w:sz w:val="20"/>
          <w:szCs w:val="20"/>
        </w:rPr>
      </w:pPr>
    </w:p>
    <w:p w14:paraId="5238D1F2" w14:textId="77777777" w:rsidR="0020315E" w:rsidRPr="00D54183" w:rsidRDefault="0020315E" w:rsidP="000458FA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D54183">
        <w:rPr>
          <w:rFonts w:ascii="Arial" w:hAnsi="Arial" w:cs="Arial"/>
          <w:sz w:val="22"/>
          <w:szCs w:val="22"/>
        </w:rPr>
        <w:t>(</w:t>
      </w:r>
      <w:r w:rsidR="00D54183" w:rsidRPr="00D54183">
        <w:rPr>
          <w:rFonts w:ascii="Arial" w:hAnsi="Arial" w:cs="Arial"/>
          <w:sz w:val="22"/>
          <w:szCs w:val="22"/>
        </w:rPr>
        <w:t>3</w:t>
      </w:r>
      <w:r w:rsidR="0083254E">
        <w:rPr>
          <w:rFonts w:ascii="Arial" w:hAnsi="Arial" w:cs="Arial"/>
          <w:sz w:val="22"/>
          <w:szCs w:val="22"/>
        </w:rPr>
        <w:t>.</w:t>
      </w:r>
      <w:r w:rsidR="00133A9A">
        <w:rPr>
          <w:rFonts w:ascii="Arial" w:hAnsi="Arial" w:cs="Arial"/>
          <w:sz w:val="22"/>
          <w:szCs w:val="22"/>
        </w:rPr>
        <w:t>035</w:t>
      </w:r>
      <w:r w:rsidRPr="00D54183">
        <w:rPr>
          <w:rFonts w:ascii="Arial" w:hAnsi="Arial" w:cs="Arial"/>
          <w:sz w:val="22"/>
          <w:szCs w:val="22"/>
        </w:rPr>
        <w:t xml:space="preserve"> Zeichen)</w:t>
      </w:r>
    </w:p>
    <w:p w14:paraId="68DAFFF6" w14:textId="77777777" w:rsidR="0020315E" w:rsidRPr="00DC052D" w:rsidRDefault="0020315E" w:rsidP="00713B04">
      <w:pPr>
        <w:spacing w:after="240" w:line="312" w:lineRule="auto"/>
        <w:ind w:right="3493"/>
        <w:rPr>
          <w:rFonts w:ascii="Wingdings" w:hAnsi="Wingdings"/>
        </w:rPr>
      </w:pPr>
      <w:r w:rsidRPr="00D54183">
        <w:rPr>
          <w:rFonts w:ascii="Wingdings" w:hAnsi="Wingdings"/>
        </w:rPr>
        <w:t></w:t>
      </w:r>
    </w:p>
    <w:p w14:paraId="349A7269" w14:textId="77777777" w:rsidR="0020315E" w:rsidRDefault="0020315E" w:rsidP="0020315E">
      <w:pPr>
        <w:pStyle w:val="PIAbspann"/>
        <w:rPr>
          <w:b/>
          <w:bCs/>
        </w:rPr>
      </w:pPr>
      <w:r w:rsidRPr="00DC052D">
        <w:rPr>
          <w:b/>
          <w:bCs/>
        </w:rPr>
        <w:t xml:space="preserve">Bildmaterial </w:t>
      </w:r>
    </w:p>
    <w:p w14:paraId="2423EB28" w14:textId="33CC1F65" w:rsidR="00BB2800" w:rsidRPr="00BB2800" w:rsidRDefault="00133A9A" w:rsidP="00133A9A">
      <w:pPr>
        <w:pStyle w:val="StandardWeb"/>
        <w:spacing w:before="0" w:beforeAutospacing="0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Webcast</w:t>
      </w:r>
      <w:r w:rsidR="003D288B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 xml:space="preserve">.jpg: </w:t>
      </w:r>
      <w:r w:rsidR="00BB2800" w:rsidRPr="00133A9A">
        <w:rPr>
          <w:rFonts w:ascii="Arial" w:hAnsi="Arial" w:cs="Arial"/>
          <w:sz w:val="18"/>
        </w:rPr>
        <w:t>"Best Practice"-Webcasts bieten exklusive Einblicke in die Lösungswege verschiedener Unternehmen.</w:t>
      </w:r>
    </w:p>
    <w:p w14:paraId="11011C2D" w14:textId="77777777" w:rsidR="007F3FA5" w:rsidRPr="00133A9A" w:rsidRDefault="00133A9A" w:rsidP="00133A9A">
      <w:pPr>
        <w:pStyle w:val="StandardWeb"/>
        <w:spacing w:before="0" w:beforeAutospacing="0" w:line="312" w:lineRule="auto"/>
        <w:ind w:right="3493"/>
        <w:rPr>
          <w:rFonts w:ascii="Arial" w:hAnsi="Arial" w:cs="Arial"/>
          <w:sz w:val="18"/>
        </w:rPr>
      </w:pPr>
      <w:r w:rsidRPr="00133A9A">
        <w:rPr>
          <w:rFonts w:ascii="Arial" w:hAnsi="Arial" w:cs="Arial"/>
          <w:sz w:val="18"/>
        </w:rPr>
        <w:t xml:space="preserve">Gabriele Geiger.jpg: </w:t>
      </w:r>
      <w:r>
        <w:rPr>
          <w:rFonts w:ascii="Arial" w:hAnsi="Arial" w:cs="Arial"/>
          <w:sz w:val="18"/>
        </w:rPr>
        <w:t>„</w:t>
      </w:r>
      <w:r w:rsidRPr="00133A9A">
        <w:rPr>
          <w:rFonts w:ascii="Arial" w:hAnsi="Arial" w:cs="Arial"/>
          <w:sz w:val="18"/>
        </w:rPr>
        <w:t>Wir haben mit dem erweiterten Angebot an Webcasts eine Struktur geschaffen, die schnell und treffsicher zur passe</w:t>
      </w:r>
      <w:r>
        <w:rPr>
          <w:rFonts w:ascii="Arial" w:hAnsi="Arial" w:cs="Arial"/>
          <w:sz w:val="18"/>
        </w:rPr>
        <w:t xml:space="preserve">nden Online-Veranstaltung führt“, sagt Gabriele Geiger, Marketing </w:t>
      </w:r>
      <w:proofErr w:type="spellStart"/>
      <w:r>
        <w:rPr>
          <w:rFonts w:ascii="Arial" w:hAnsi="Arial" w:cs="Arial"/>
          <w:sz w:val="18"/>
        </w:rPr>
        <w:t>Director</w:t>
      </w:r>
      <w:proofErr w:type="spellEnd"/>
      <w:r>
        <w:rPr>
          <w:rFonts w:ascii="Arial" w:hAnsi="Arial" w:cs="Arial"/>
          <w:sz w:val="18"/>
        </w:rPr>
        <w:t xml:space="preserve">. </w:t>
      </w:r>
    </w:p>
    <w:p w14:paraId="72A29820" w14:textId="77777777" w:rsidR="0020315E" w:rsidRPr="00D54183" w:rsidRDefault="0020315E" w:rsidP="0020315E">
      <w:pPr>
        <w:pStyle w:val="PIAbspann"/>
      </w:pPr>
      <w:r w:rsidRPr="00D54183">
        <w:t xml:space="preserve">Abdruck honorarfrei. Bitte geben Sie als Quelle </w:t>
      </w:r>
      <w:proofErr w:type="spellStart"/>
      <w:r w:rsidRPr="00D54183">
        <w:t>Eplan</w:t>
      </w:r>
      <w:proofErr w:type="spellEnd"/>
      <w:r w:rsidRPr="00D54183">
        <w:t xml:space="preserve"> Software &amp; Service GmbH &amp; Co. KG an. Wir freuen uns über einen Beleg.</w:t>
      </w:r>
    </w:p>
    <w:p w14:paraId="62B30327" w14:textId="77777777" w:rsidR="00D54183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</w:p>
    <w:p w14:paraId="088CCF01" w14:textId="77777777" w:rsidR="00D54183" w:rsidRPr="008F3340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1CEE190E" w14:textId="77777777" w:rsidR="00D54183" w:rsidRPr="00540EEA" w:rsidRDefault="00D54183" w:rsidP="00D54183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7543F0B2" w14:textId="77777777" w:rsidR="00D54183" w:rsidRDefault="00D54183" w:rsidP="00D54183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4A75C8DC" w14:textId="77777777" w:rsidR="00D54183" w:rsidRDefault="00D54183" w:rsidP="00D54183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proofErr w:type="spellStart"/>
      <w:r w:rsidRPr="00C0371C">
        <w:rPr>
          <w:rFonts w:ascii="Arial" w:hAnsi="Arial" w:cs="Arial"/>
          <w:sz w:val="18"/>
        </w:rPr>
        <w:t>Efficient</w:t>
      </w:r>
      <w:proofErr w:type="spellEnd"/>
      <w:r w:rsidRPr="00C0371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14:paraId="23A784DA" w14:textId="77777777" w:rsidR="00D54183" w:rsidRDefault="00D54183" w:rsidP="00D54183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>
        <w:t>zwölften</w:t>
      </w:r>
      <w:r w:rsidRPr="0090671B">
        <w:t xml:space="preserve"> Mal in Folge wurde die Unternehmensgruppe 20</w:t>
      </w:r>
      <w:r>
        <w:t>20</w:t>
      </w:r>
      <w:r w:rsidRPr="0090671B">
        <w:t xml:space="preserve"> als Top-</w:t>
      </w:r>
      <w:r w:rsidRPr="0090671B">
        <w:lastRenderedPageBreak/>
        <w:t>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>die Friedhelm Loh Group 2020 bereits zum fünften Mal</w:t>
      </w:r>
      <w:r w:rsidRPr="002A12BD">
        <w:t xml:space="preserve"> zu den besten Ausbildungsbetrieben gehört.</w:t>
      </w:r>
    </w:p>
    <w:p w14:paraId="6CA06C5E" w14:textId="77777777" w:rsidR="00D54183" w:rsidRDefault="00D54183" w:rsidP="00D54183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616A55CC" w14:textId="77777777" w:rsidR="00D54183" w:rsidRDefault="00D54183" w:rsidP="00D54183">
      <w:pPr>
        <w:pStyle w:val="PIAbspann"/>
        <w:spacing w:after="0"/>
      </w:pPr>
      <w:r w:rsidRPr="00C6579D"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p w14:paraId="476A527E" w14:textId="77777777" w:rsidR="003D11CB" w:rsidRDefault="003D11CB" w:rsidP="009D29AD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sz w:val="18"/>
          <w:szCs w:val="18"/>
        </w:rPr>
      </w:pPr>
    </w:p>
    <w:sectPr w:rsidR="003D11CB" w:rsidSect="00F2407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695E96" w16cid:durableId="23D9FE66"/>
  <w16cid:commentId w16cid:paraId="785E7023" w16cid:durableId="23D9FE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5A4E9" w14:textId="77777777" w:rsidR="00105CE9" w:rsidRDefault="00105CE9">
      <w:r>
        <w:separator/>
      </w:r>
    </w:p>
  </w:endnote>
  <w:endnote w:type="continuationSeparator" w:id="0">
    <w:p w14:paraId="01EA6817" w14:textId="77777777" w:rsidR="00105CE9" w:rsidRDefault="0010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7A4DC" w14:textId="572972ED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4C09CB">
      <w:rPr>
        <w:rStyle w:val="Seitenzahl"/>
        <w:rFonts w:ascii="Arial" w:hAnsi="Arial" w:cs="Arial"/>
        <w:noProof/>
        <w:sz w:val="22"/>
        <w:szCs w:val="22"/>
      </w:rPr>
      <w:t>4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1D86D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2DD85BBC" wp14:editId="6044137C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0EB6D" w14:textId="77777777" w:rsidR="00105CE9" w:rsidRDefault="00105CE9">
      <w:r>
        <w:separator/>
      </w:r>
    </w:p>
  </w:footnote>
  <w:footnote w:type="continuationSeparator" w:id="0">
    <w:p w14:paraId="607B02AA" w14:textId="77777777" w:rsidR="00105CE9" w:rsidRDefault="00105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DAB0D" w14:textId="77777777" w:rsidR="00B15A2A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9885A1" wp14:editId="024B713F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0E1BDB" w14:textId="77777777"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392E0AB" wp14:editId="74C1D011">
                                <wp:extent cx="1009015" cy="1276985"/>
                                <wp:effectExtent l="0" t="0" r="635" b="0"/>
                                <wp:docPr id="6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56B4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405pt;margin-top:-6.7pt;width:93.95pt;height:107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" stroked="f">
              <v:textbox style="mso-fit-shape-to-text:t">
                <w:txbxContent>
                  <w:p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8CE5CEC" wp14:editId="5FCF9C14">
                          <wp:extent cx="1009015" cy="1276985"/>
                          <wp:effectExtent l="0" t="0" r="635" b="0"/>
                          <wp:docPr id="6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spellStart"/>
    <w:r>
      <w:rPr>
        <w:rFonts w:ascii="Arial" w:hAnsi="Arial" w:cs="Arial"/>
        <w:b/>
        <w:bCs/>
        <w:i/>
        <w:iCs/>
        <w:spacing w:val="40"/>
        <w:sz w:val="32"/>
        <w:lang w:val="en-GB"/>
      </w:rPr>
      <w:t>Presse</w:t>
    </w:r>
    <w:proofErr w:type="spellEnd"/>
    <w:r>
      <w:rPr>
        <w:rFonts w:ascii="Arial" w:hAnsi="Arial" w:cs="Arial"/>
        <w:b/>
        <w:bCs/>
        <w:i/>
        <w:iCs/>
        <w:spacing w:val="40"/>
        <w:sz w:val="32"/>
        <w:lang w:val="en-GB"/>
      </w:rPr>
      <w:t>-Information</w:t>
    </w:r>
  </w:p>
  <w:p w14:paraId="0E781886" w14:textId="77777777" w:rsidR="00B15A2A" w:rsidRDefault="00B15A2A" w:rsidP="00B15A2A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  <w:p w14:paraId="30517777" w14:textId="77777777" w:rsidR="006C62FE" w:rsidRDefault="00B15A2A" w:rsidP="00B15A2A">
    <w:pPr>
      <w:pStyle w:val="Kopfzeile"/>
      <w:tabs>
        <w:tab w:val="clear" w:pos="4536"/>
        <w:tab w:val="clear" w:pos="9072"/>
        <w:tab w:val="left" w:pos="7964"/>
      </w:tabs>
    </w:pPr>
    <w:r>
      <w:rPr>
        <w:rFonts w:ascii="Arial" w:hAnsi="Arial" w:cs="Arial"/>
        <w:sz w:val="22"/>
        <w:lang w:val="en-GB"/>
      </w:rPr>
      <w:tab/>
    </w:r>
  </w:p>
  <w:p w14:paraId="4060DF35" w14:textId="77777777" w:rsidR="006C62FE" w:rsidRDefault="006C62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6A8F6" w14:textId="77777777" w:rsidR="00B15A2A" w:rsidRPr="0083254E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4425D3" wp14:editId="086BE261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792854" w14:textId="77777777"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A58151C" wp14:editId="302EB39B">
                                <wp:extent cx="1009015" cy="1276985"/>
                                <wp:effectExtent l="0" t="0" r="635" b="0"/>
                                <wp:docPr id="17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669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5pt;margin-top:-6.7pt;width:93.95pt;height:107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" stroked="f">
              <v:textbox style="mso-fit-shape-to-text:t">
                <w:txbxContent>
                  <w:p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AA39D02" wp14:editId="31CB253A">
                          <wp:extent cx="1009015" cy="1276985"/>
                          <wp:effectExtent l="0" t="0" r="635" b="0"/>
                          <wp:docPr id="17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83254E">
      <w:rPr>
        <w:rFonts w:ascii="Arial" w:hAnsi="Arial" w:cs="Arial"/>
        <w:b/>
        <w:bCs/>
        <w:i/>
        <w:iCs/>
        <w:spacing w:val="40"/>
        <w:sz w:val="32"/>
      </w:rPr>
      <w:t>Presse-Information</w:t>
    </w:r>
  </w:p>
  <w:p w14:paraId="4B4CDA1B" w14:textId="77777777" w:rsidR="00B15A2A" w:rsidRDefault="00B15A2A" w:rsidP="00B15A2A">
    <w:pPr>
      <w:pStyle w:val="Kopfzeile"/>
    </w:pPr>
    <w:proofErr w:type="spellStart"/>
    <w:r w:rsidRPr="0083254E">
      <w:rPr>
        <w:rFonts w:ascii="Arial" w:hAnsi="Arial" w:cs="Arial"/>
        <w:sz w:val="22"/>
      </w:rPr>
      <w:t>Eplan</w:t>
    </w:r>
    <w:proofErr w:type="spellEnd"/>
    <w:r w:rsidRPr="0083254E">
      <w:rPr>
        <w:rFonts w:ascii="Arial" w:hAnsi="Arial" w:cs="Arial"/>
        <w:sz w:val="22"/>
      </w:rPr>
      <w:t xml:space="preserve"> Software &amp; Service</w:t>
    </w:r>
  </w:p>
  <w:p w14:paraId="5E58177F" w14:textId="77777777" w:rsidR="006C62FE" w:rsidRPr="00B15A2A" w:rsidRDefault="006C62FE" w:rsidP="00B15A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002D"/>
    <w:multiLevelType w:val="hybridMultilevel"/>
    <w:tmpl w:val="B05AE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480E"/>
    <w:multiLevelType w:val="multilevel"/>
    <w:tmpl w:val="2878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F22FD5"/>
    <w:multiLevelType w:val="multilevel"/>
    <w:tmpl w:val="97AA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0030F2"/>
    <w:multiLevelType w:val="hybridMultilevel"/>
    <w:tmpl w:val="C6764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C06F1"/>
    <w:multiLevelType w:val="hybridMultilevel"/>
    <w:tmpl w:val="EF52C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70AA8"/>
    <w:multiLevelType w:val="multilevel"/>
    <w:tmpl w:val="FD1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7C76F2"/>
    <w:multiLevelType w:val="hybridMultilevel"/>
    <w:tmpl w:val="F9025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00FA1"/>
    <w:multiLevelType w:val="hybridMultilevel"/>
    <w:tmpl w:val="934C4BC2"/>
    <w:lvl w:ilvl="0" w:tplc="E8C6BB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7403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2BA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621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24A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8E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AB4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2EA6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03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350C6"/>
    <w:multiLevelType w:val="hybridMultilevel"/>
    <w:tmpl w:val="F97EEB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54FBD"/>
    <w:multiLevelType w:val="multilevel"/>
    <w:tmpl w:val="B0763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0451E"/>
    <w:multiLevelType w:val="hybridMultilevel"/>
    <w:tmpl w:val="A774BC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A603BA"/>
    <w:multiLevelType w:val="hybridMultilevel"/>
    <w:tmpl w:val="3DF69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1034"/>
    <w:rsid w:val="00003790"/>
    <w:rsid w:val="0000398E"/>
    <w:rsid w:val="000065BA"/>
    <w:rsid w:val="00007487"/>
    <w:rsid w:val="00014EEA"/>
    <w:rsid w:val="00023190"/>
    <w:rsid w:val="00023DD1"/>
    <w:rsid w:val="00026458"/>
    <w:rsid w:val="00034005"/>
    <w:rsid w:val="000345DD"/>
    <w:rsid w:val="00040441"/>
    <w:rsid w:val="000458FA"/>
    <w:rsid w:val="00056277"/>
    <w:rsid w:val="00070452"/>
    <w:rsid w:val="000717ED"/>
    <w:rsid w:val="00071E2C"/>
    <w:rsid w:val="00074175"/>
    <w:rsid w:val="00091A11"/>
    <w:rsid w:val="00094C54"/>
    <w:rsid w:val="00095683"/>
    <w:rsid w:val="000A0F68"/>
    <w:rsid w:val="000A4E18"/>
    <w:rsid w:val="000A7A41"/>
    <w:rsid w:val="000A7DBB"/>
    <w:rsid w:val="000B0267"/>
    <w:rsid w:val="000B1803"/>
    <w:rsid w:val="000B6774"/>
    <w:rsid w:val="000B736C"/>
    <w:rsid w:val="000C0E6C"/>
    <w:rsid w:val="000C4BB9"/>
    <w:rsid w:val="000C55F7"/>
    <w:rsid w:val="000C5B4A"/>
    <w:rsid w:val="000C745B"/>
    <w:rsid w:val="000E149B"/>
    <w:rsid w:val="000E2ED1"/>
    <w:rsid w:val="000E40DE"/>
    <w:rsid w:val="000E449F"/>
    <w:rsid w:val="000E7B68"/>
    <w:rsid w:val="000F1806"/>
    <w:rsid w:val="000F5BFC"/>
    <w:rsid w:val="00100EC1"/>
    <w:rsid w:val="001021C4"/>
    <w:rsid w:val="00102DD1"/>
    <w:rsid w:val="00105CE9"/>
    <w:rsid w:val="00106143"/>
    <w:rsid w:val="0011187E"/>
    <w:rsid w:val="00116DEA"/>
    <w:rsid w:val="0012498A"/>
    <w:rsid w:val="00133A9A"/>
    <w:rsid w:val="0013400F"/>
    <w:rsid w:val="00140536"/>
    <w:rsid w:val="0014234B"/>
    <w:rsid w:val="00150689"/>
    <w:rsid w:val="00154186"/>
    <w:rsid w:val="001561EB"/>
    <w:rsid w:val="00157486"/>
    <w:rsid w:val="00161EE7"/>
    <w:rsid w:val="00162790"/>
    <w:rsid w:val="00165B0B"/>
    <w:rsid w:val="00166725"/>
    <w:rsid w:val="00176B5A"/>
    <w:rsid w:val="00180057"/>
    <w:rsid w:val="00180D92"/>
    <w:rsid w:val="00184346"/>
    <w:rsid w:val="0018520E"/>
    <w:rsid w:val="00196BAD"/>
    <w:rsid w:val="001A2749"/>
    <w:rsid w:val="001B0ACF"/>
    <w:rsid w:val="001B6282"/>
    <w:rsid w:val="001C408A"/>
    <w:rsid w:val="001D2DE0"/>
    <w:rsid w:val="001D47A3"/>
    <w:rsid w:val="001F036E"/>
    <w:rsid w:val="001F40E8"/>
    <w:rsid w:val="0020315E"/>
    <w:rsid w:val="0020444D"/>
    <w:rsid w:val="00207809"/>
    <w:rsid w:val="00220536"/>
    <w:rsid w:val="00220D64"/>
    <w:rsid w:val="0022425E"/>
    <w:rsid w:val="002268F8"/>
    <w:rsid w:val="002338B3"/>
    <w:rsid w:val="0024095D"/>
    <w:rsid w:val="00246D9B"/>
    <w:rsid w:val="00247086"/>
    <w:rsid w:val="00247370"/>
    <w:rsid w:val="00247F15"/>
    <w:rsid w:val="002522B5"/>
    <w:rsid w:val="00254E0A"/>
    <w:rsid w:val="0025543E"/>
    <w:rsid w:val="0025580D"/>
    <w:rsid w:val="00264F64"/>
    <w:rsid w:val="00265267"/>
    <w:rsid w:val="0027270A"/>
    <w:rsid w:val="002746E3"/>
    <w:rsid w:val="0027598A"/>
    <w:rsid w:val="00290362"/>
    <w:rsid w:val="00290B0B"/>
    <w:rsid w:val="00291997"/>
    <w:rsid w:val="0029786C"/>
    <w:rsid w:val="002A01B1"/>
    <w:rsid w:val="002A3A8D"/>
    <w:rsid w:val="002B337D"/>
    <w:rsid w:val="002C4118"/>
    <w:rsid w:val="002C47FA"/>
    <w:rsid w:val="002C51AB"/>
    <w:rsid w:val="002D1438"/>
    <w:rsid w:val="002D3978"/>
    <w:rsid w:val="002E1C53"/>
    <w:rsid w:val="002E39E4"/>
    <w:rsid w:val="002E5960"/>
    <w:rsid w:val="002E5DE2"/>
    <w:rsid w:val="002E75C2"/>
    <w:rsid w:val="0031423A"/>
    <w:rsid w:val="00322830"/>
    <w:rsid w:val="00323DD1"/>
    <w:rsid w:val="00324B5A"/>
    <w:rsid w:val="0032582B"/>
    <w:rsid w:val="00330FDF"/>
    <w:rsid w:val="003340C0"/>
    <w:rsid w:val="003353B9"/>
    <w:rsid w:val="003363B6"/>
    <w:rsid w:val="00344E12"/>
    <w:rsid w:val="0035170A"/>
    <w:rsid w:val="003553F1"/>
    <w:rsid w:val="00361213"/>
    <w:rsid w:val="00363574"/>
    <w:rsid w:val="00365CB8"/>
    <w:rsid w:val="00371B53"/>
    <w:rsid w:val="00372EA4"/>
    <w:rsid w:val="00374B1B"/>
    <w:rsid w:val="003757E5"/>
    <w:rsid w:val="00381F3A"/>
    <w:rsid w:val="00385D41"/>
    <w:rsid w:val="00387F23"/>
    <w:rsid w:val="003915CF"/>
    <w:rsid w:val="00392058"/>
    <w:rsid w:val="003946F6"/>
    <w:rsid w:val="003A00AE"/>
    <w:rsid w:val="003A09E3"/>
    <w:rsid w:val="003A59F1"/>
    <w:rsid w:val="003A65A7"/>
    <w:rsid w:val="003A65BB"/>
    <w:rsid w:val="003B29DC"/>
    <w:rsid w:val="003B3B23"/>
    <w:rsid w:val="003B5F25"/>
    <w:rsid w:val="003B7F8E"/>
    <w:rsid w:val="003C0E02"/>
    <w:rsid w:val="003C3EFE"/>
    <w:rsid w:val="003D11CB"/>
    <w:rsid w:val="003D288B"/>
    <w:rsid w:val="003D3491"/>
    <w:rsid w:val="003F08BC"/>
    <w:rsid w:val="003F11CF"/>
    <w:rsid w:val="003F2C88"/>
    <w:rsid w:val="003F5D4F"/>
    <w:rsid w:val="003F5F61"/>
    <w:rsid w:val="004010A8"/>
    <w:rsid w:val="004021D3"/>
    <w:rsid w:val="004042CC"/>
    <w:rsid w:val="0040466C"/>
    <w:rsid w:val="00405BFA"/>
    <w:rsid w:val="00407866"/>
    <w:rsid w:val="00413706"/>
    <w:rsid w:val="004266D5"/>
    <w:rsid w:val="004330BD"/>
    <w:rsid w:val="004343C7"/>
    <w:rsid w:val="00442588"/>
    <w:rsid w:val="00444E8D"/>
    <w:rsid w:val="00452F84"/>
    <w:rsid w:val="00460FA4"/>
    <w:rsid w:val="0046663A"/>
    <w:rsid w:val="004753DC"/>
    <w:rsid w:val="00475641"/>
    <w:rsid w:val="00476829"/>
    <w:rsid w:val="00476C65"/>
    <w:rsid w:val="00485D00"/>
    <w:rsid w:val="00486129"/>
    <w:rsid w:val="004866FD"/>
    <w:rsid w:val="00491436"/>
    <w:rsid w:val="004922D4"/>
    <w:rsid w:val="00497499"/>
    <w:rsid w:val="004A344E"/>
    <w:rsid w:val="004B0C4E"/>
    <w:rsid w:val="004B1187"/>
    <w:rsid w:val="004B68E1"/>
    <w:rsid w:val="004C09CB"/>
    <w:rsid w:val="004C0A9C"/>
    <w:rsid w:val="004D0501"/>
    <w:rsid w:val="004D09D9"/>
    <w:rsid w:val="004E645D"/>
    <w:rsid w:val="004E6C3C"/>
    <w:rsid w:val="004F170E"/>
    <w:rsid w:val="004F58FC"/>
    <w:rsid w:val="0050120A"/>
    <w:rsid w:val="005079B8"/>
    <w:rsid w:val="00510C80"/>
    <w:rsid w:val="00512E66"/>
    <w:rsid w:val="00517BB2"/>
    <w:rsid w:val="00523953"/>
    <w:rsid w:val="005242CB"/>
    <w:rsid w:val="00525D3F"/>
    <w:rsid w:val="00527605"/>
    <w:rsid w:val="0054343D"/>
    <w:rsid w:val="005440D7"/>
    <w:rsid w:val="005533E1"/>
    <w:rsid w:val="00557C0A"/>
    <w:rsid w:val="005603D3"/>
    <w:rsid w:val="00563049"/>
    <w:rsid w:val="00563513"/>
    <w:rsid w:val="00564C01"/>
    <w:rsid w:val="00571149"/>
    <w:rsid w:val="00571D51"/>
    <w:rsid w:val="00575162"/>
    <w:rsid w:val="00585786"/>
    <w:rsid w:val="0058737B"/>
    <w:rsid w:val="005902D7"/>
    <w:rsid w:val="005909E8"/>
    <w:rsid w:val="005A1E00"/>
    <w:rsid w:val="005A3F01"/>
    <w:rsid w:val="005A5084"/>
    <w:rsid w:val="005A6D5B"/>
    <w:rsid w:val="005B1792"/>
    <w:rsid w:val="005B3E4E"/>
    <w:rsid w:val="005B57EA"/>
    <w:rsid w:val="005B6DCA"/>
    <w:rsid w:val="005C0BFB"/>
    <w:rsid w:val="005C3EA9"/>
    <w:rsid w:val="005C5669"/>
    <w:rsid w:val="005C6076"/>
    <w:rsid w:val="005E19F4"/>
    <w:rsid w:val="005F1B51"/>
    <w:rsid w:val="005F5A3C"/>
    <w:rsid w:val="00605D60"/>
    <w:rsid w:val="0061781B"/>
    <w:rsid w:val="00624E51"/>
    <w:rsid w:val="00626A20"/>
    <w:rsid w:val="006276CF"/>
    <w:rsid w:val="00630763"/>
    <w:rsid w:val="006324B9"/>
    <w:rsid w:val="00632639"/>
    <w:rsid w:val="00637093"/>
    <w:rsid w:val="00640B69"/>
    <w:rsid w:val="00640F7B"/>
    <w:rsid w:val="00641199"/>
    <w:rsid w:val="00650E6B"/>
    <w:rsid w:val="00660E7B"/>
    <w:rsid w:val="00664C20"/>
    <w:rsid w:val="00670E11"/>
    <w:rsid w:val="006820AA"/>
    <w:rsid w:val="00683178"/>
    <w:rsid w:val="0068394E"/>
    <w:rsid w:val="00685292"/>
    <w:rsid w:val="006B7B18"/>
    <w:rsid w:val="006C0437"/>
    <w:rsid w:val="006C62FE"/>
    <w:rsid w:val="006C7143"/>
    <w:rsid w:val="006E4DC7"/>
    <w:rsid w:val="006F117B"/>
    <w:rsid w:val="006F2CBF"/>
    <w:rsid w:val="006F3201"/>
    <w:rsid w:val="006F4351"/>
    <w:rsid w:val="006F546A"/>
    <w:rsid w:val="007016CC"/>
    <w:rsid w:val="00705674"/>
    <w:rsid w:val="00712C40"/>
    <w:rsid w:val="00713B04"/>
    <w:rsid w:val="007174A4"/>
    <w:rsid w:val="007178AE"/>
    <w:rsid w:val="00720B04"/>
    <w:rsid w:val="007214B9"/>
    <w:rsid w:val="00722A3B"/>
    <w:rsid w:val="00733F1B"/>
    <w:rsid w:val="00736203"/>
    <w:rsid w:val="00736518"/>
    <w:rsid w:val="00740F08"/>
    <w:rsid w:val="007465BF"/>
    <w:rsid w:val="007474CF"/>
    <w:rsid w:val="007477D6"/>
    <w:rsid w:val="007506C6"/>
    <w:rsid w:val="00751965"/>
    <w:rsid w:val="007537BA"/>
    <w:rsid w:val="00753B81"/>
    <w:rsid w:val="00761A08"/>
    <w:rsid w:val="00761F7F"/>
    <w:rsid w:val="007627E1"/>
    <w:rsid w:val="0076509C"/>
    <w:rsid w:val="00766CD0"/>
    <w:rsid w:val="00771F09"/>
    <w:rsid w:val="007728F1"/>
    <w:rsid w:val="00777FAD"/>
    <w:rsid w:val="00780BC9"/>
    <w:rsid w:val="00782AF0"/>
    <w:rsid w:val="007830B8"/>
    <w:rsid w:val="00783891"/>
    <w:rsid w:val="0078414C"/>
    <w:rsid w:val="00792910"/>
    <w:rsid w:val="007A5DC3"/>
    <w:rsid w:val="007A7212"/>
    <w:rsid w:val="007A74B7"/>
    <w:rsid w:val="007B6425"/>
    <w:rsid w:val="007B75C6"/>
    <w:rsid w:val="007C4A7F"/>
    <w:rsid w:val="007C7B70"/>
    <w:rsid w:val="007C7D81"/>
    <w:rsid w:val="007D2457"/>
    <w:rsid w:val="007E27D6"/>
    <w:rsid w:val="007F3FA5"/>
    <w:rsid w:val="007F5531"/>
    <w:rsid w:val="00804CC9"/>
    <w:rsid w:val="00805FC6"/>
    <w:rsid w:val="00806DED"/>
    <w:rsid w:val="00806FF4"/>
    <w:rsid w:val="00814F7F"/>
    <w:rsid w:val="00820ABD"/>
    <w:rsid w:val="00821052"/>
    <w:rsid w:val="00823DFD"/>
    <w:rsid w:val="008241A5"/>
    <w:rsid w:val="0083155B"/>
    <w:rsid w:val="0083254E"/>
    <w:rsid w:val="008349CC"/>
    <w:rsid w:val="0084093B"/>
    <w:rsid w:val="00842286"/>
    <w:rsid w:val="0085494B"/>
    <w:rsid w:val="00861718"/>
    <w:rsid w:val="008641A9"/>
    <w:rsid w:val="00864F98"/>
    <w:rsid w:val="00866668"/>
    <w:rsid w:val="0086717A"/>
    <w:rsid w:val="00871843"/>
    <w:rsid w:val="0087220B"/>
    <w:rsid w:val="008750F4"/>
    <w:rsid w:val="00882F77"/>
    <w:rsid w:val="00886A44"/>
    <w:rsid w:val="00891510"/>
    <w:rsid w:val="00893B98"/>
    <w:rsid w:val="008A175B"/>
    <w:rsid w:val="008A30B7"/>
    <w:rsid w:val="008A4F53"/>
    <w:rsid w:val="008A7A9D"/>
    <w:rsid w:val="008B780D"/>
    <w:rsid w:val="008C57F1"/>
    <w:rsid w:val="008C6F46"/>
    <w:rsid w:val="008D12BB"/>
    <w:rsid w:val="008D5254"/>
    <w:rsid w:val="008E039A"/>
    <w:rsid w:val="008E3B9C"/>
    <w:rsid w:val="008E3DA2"/>
    <w:rsid w:val="008E597A"/>
    <w:rsid w:val="008E5E5D"/>
    <w:rsid w:val="008F1EC1"/>
    <w:rsid w:val="008F2F71"/>
    <w:rsid w:val="008F4E08"/>
    <w:rsid w:val="008F7113"/>
    <w:rsid w:val="009150B1"/>
    <w:rsid w:val="00915E7B"/>
    <w:rsid w:val="009218CD"/>
    <w:rsid w:val="00923432"/>
    <w:rsid w:val="0092503D"/>
    <w:rsid w:val="00940BDB"/>
    <w:rsid w:val="009430CC"/>
    <w:rsid w:val="00943F56"/>
    <w:rsid w:val="00944F70"/>
    <w:rsid w:val="009468ED"/>
    <w:rsid w:val="00953CED"/>
    <w:rsid w:val="009571C5"/>
    <w:rsid w:val="009677BC"/>
    <w:rsid w:val="00971E08"/>
    <w:rsid w:val="00973DD2"/>
    <w:rsid w:val="00981E31"/>
    <w:rsid w:val="00982354"/>
    <w:rsid w:val="00983570"/>
    <w:rsid w:val="00991935"/>
    <w:rsid w:val="009929B4"/>
    <w:rsid w:val="009A5106"/>
    <w:rsid w:val="009A5321"/>
    <w:rsid w:val="009A6917"/>
    <w:rsid w:val="009C7690"/>
    <w:rsid w:val="009D29AD"/>
    <w:rsid w:val="009D58D0"/>
    <w:rsid w:val="009D6A47"/>
    <w:rsid w:val="009E2441"/>
    <w:rsid w:val="009E2947"/>
    <w:rsid w:val="009E4177"/>
    <w:rsid w:val="00A066B8"/>
    <w:rsid w:val="00A06CCF"/>
    <w:rsid w:val="00A1169D"/>
    <w:rsid w:val="00A148F9"/>
    <w:rsid w:val="00A2233C"/>
    <w:rsid w:val="00A22383"/>
    <w:rsid w:val="00A22537"/>
    <w:rsid w:val="00A24BE6"/>
    <w:rsid w:val="00A32CA7"/>
    <w:rsid w:val="00A41144"/>
    <w:rsid w:val="00A41B71"/>
    <w:rsid w:val="00A46D1A"/>
    <w:rsid w:val="00A51A28"/>
    <w:rsid w:val="00A52FCC"/>
    <w:rsid w:val="00A667C6"/>
    <w:rsid w:val="00A66A14"/>
    <w:rsid w:val="00A777FB"/>
    <w:rsid w:val="00A81100"/>
    <w:rsid w:val="00A83103"/>
    <w:rsid w:val="00A83CEE"/>
    <w:rsid w:val="00A845F7"/>
    <w:rsid w:val="00A86D0A"/>
    <w:rsid w:val="00A91001"/>
    <w:rsid w:val="00A91E8E"/>
    <w:rsid w:val="00A94A29"/>
    <w:rsid w:val="00AA01FD"/>
    <w:rsid w:val="00AA4318"/>
    <w:rsid w:val="00AA69A1"/>
    <w:rsid w:val="00AA7DA8"/>
    <w:rsid w:val="00AA7E4F"/>
    <w:rsid w:val="00AB0A7B"/>
    <w:rsid w:val="00AB47B5"/>
    <w:rsid w:val="00AB5506"/>
    <w:rsid w:val="00AB7CE6"/>
    <w:rsid w:val="00AC04D6"/>
    <w:rsid w:val="00AC6FEE"/>
    <w:rsid w:val="00AD1B99"/>
    <w:rsid w:val="00AD7357"/>
    <w:rsid w:val="00AE3D4E"/>
    <w:rsid w:val="00AE449C"/>
    <w:rsid w:val="00AF155D"/>
    <w:rsid w:val="00AF2CCC"/>
    <w:rsid w:val="00AF39B8"/>
    <w:rsid w:val="00AF666C"/>
    <w:rsid w:val="00B001EF"/>
    <w:rsid w:val="00B00BE1"/>
    <w:rsid w:val="00B04105"/>
    <w:rsid w:val="00B04589"/>
    <w:rsid w:val="00B06248"/>
    <w:rsid w:val="00B06BE1"/>
    <w:rsid w:val="00B15264"/>
    <w:rsid w:val="00B15A2A"/>
    <w:rsid w:val="00B22639"/>
    <w:rsid w:val="00B30557"/>
    <w:rsid w:val="00B34EDD"/>
    <w:rsid w:val="00B37FA0"/>
    <w:rsid w:val="00B51EB6"/>
    <w:rsid w:val="00B56A1E"/>
    <w:rsid w:val="00B64CFE"/>
    <w:rsid w:val="00B672DF"/>
    <w:rsid w:val="00B67915"/>
    <w:rsid w:val="00B717C3"/>
    <w:rsid w:val="00B73C9A"/>
    <w:rsid w:val="00B82A84"/>
    <w:rsid w:val="00B921B3"/>
    <w:rsid w:val="00B925E2"/>
    <w:rsid w:val="00BA03EF"/>
    <w:rsid w:val="00BA040E"/>
    <w:rsid w:val="00BA57E9"/>
    <w:rsid w:val="00BB116F"/>
    <w:rsid w:val="00BB2800"/>
    <w:rsid w:val="00BC23BC"/>
    <w:rsid w:val="00BC25E8"/>
    <w:rsid w:val="00BD194C"/>
    <w:rsid w:val="00BD2B02"/>
    <w:rsid w:val="00BF238B"/>
    <w:rsid w:val="00BF2637"/>
    <w:rsid w:val="00BF3634"/>
    <w:rsid w:val="00C05E68"/>
    <w:rsid w:val="00C105C2"/>
    <w:rsid w:val="00C1358A"/>
    <w:rsid w:val="00C13F19"/>
    <w:rsid w:val="00C263F2"/>
    <w:rsid w:val="00C30AA9"/>
    <w:rsid w:val="00C30CA2"/>
    <w:rsid w:val="00C32A67"/>
    <w:rsid w:val="00C37519"/>
    <w:rsid w:val="00C4051D"/>
    <w:rsid w:val="00C407A0"/>
    <w:rsid w:val="00C40C98"/>
    <w:rsid w:val="00C4429E"/>
    <w:rsid w:val="00C51B31"/>
    <w:rsid w:val="00C538DE"/>
    <w:rsid w:val="00C548F3"/>
    <w:rsid w:val="00C63322"/>
    <w:rsid w:val="00C644A1"/>
    <w:rsid w:val="00C718D6"/>
    <w:rsid w:val="00C74748"/>
    <w:rsid w:val="00C86D09"/>
    <w:rsid w:val="00C9628E"/>
    <w:rsid w:val="00CA4D65"/>
    <w:rsid w:val="00CA70FA"/>
    <w:rsid w:val="00CB5526"/>
    <w:rsid w:val="00CB6B9B"/>
    <w:rsid w:val="00CB7403"/>
    <w:rsid w:val="00CC3DFC"/>
    <w:rsid w:val="00CC7656"/>
    <w:rsid w:val="00CD0931"/>
    <w:rsid w:val="00CD3B4E"/>
    <w:rsid w:val="00CD60B3"/>
    <w:rsid w:val="00CE273A"/>
    <w:rsid w:val="00CF0DCC"/>
    <w:rsid w:val="00CF17E3"/>
    <w:rsid w:val="00CF22FD"/>
    <w:rsid w:val="00CF274B"/>
    <w:rsid w:val="00CF4DCC"/>
    <w:rsid w:val="00D05BF4"/>
    <w:rsid w:val="00D0786A"/>
    <w:rsid w:val="00D11260"/>
    <w:rsid w:val="00D15A52"/>
    <w:rsid w:val="00D15E8B"/>
    <w:rsid w:val="00D213B9"/>
    <w:rsid w:val="00D24D7A"/>
    <w:rsid w:val="00D24E86"/>
    <w:rsid w:val="00D26775"/>
    <w:rsid w:val="00D32D2A"/>
    <w:rsid w:val="00D357E9"/>
    <w:rsid w:val="00D424B8"/>
    <w:rsid w:val="00D447B2"/>
    <w:rsid w:val="00D47D6D"/>
    <w:rsid w:val="00D54183"/>
    <w:rsid w:val="00D704B5"/>
    <w:rsid w:val="00D70539"/>
    <w:rsid w:val="00D714EC"/>
    <w:rsid w:val="00D75443"/>
    <w:rsid w:val="00D768B6"/>
    <w:rsid w:val="00D76B5F"/>
    <w:rsid w:val="00D81DD3"/>
    <w:rsid w:val="00D853D4"/>
    <w:rsid w:val="00D85CF1"/>
    <w:rsid w:val="00D87796"/>
    <w:rsid w:val="00D96F78"/>
    <w:rsid w:val="00DA7562"/>
    <w:rsid w:val="00DB371A"/>
    <w:rsid w:val="00DB7703"/>
    <w:rsid w:val="00DC052D"/>
    <w:rsid w:val="00DC4214"/>
    <w:rsid w:val="00DD65CF"/>
    <w:rsid w:val="00DD682B"/>
    <w:rsid w:val="00DE30AE"/>
    <w:rsid w:val="00DE46EF"/>
    <w:rsid w:val="00E0317E"/>
    <w:rsid w:val="00E065F6"/>
    <w:rsid w:val="00E06E56"/>
    <w:rsid w:val="00E07DEB"/>
    <w:rsid w:val="00E25389"/>
    <w:rsid w:val="00E343EC"/>
    <w:rsid w:val="00E357B0"/>
    <w:rsid w:val="00E41898"/>
    <w:rsid w:val="00E50A05"/>
    <w:rsid w:val="00E527C5"/>
    <w:rsid w:val="00E60746"/>
    <w:rsid w:val="00E66966"/>
    <w:rsid w:val="00E704F7"/>
    <w:rsid w:val="00E733A5"/>
    <w:rsid w:val="00E76232"/>
    <w:rsid w:val="00E849BE"/>
    <w:rsid w:val="00E90B24"/>
    <w:rsid w:val="00E9203F"/>
    <w:rsid w:val="00E96362"/>
    <w:rsid w:val="00EA0F51"/>
    <w:rsid w:val="00EA6B26"/>
    <w:rsid w:val="00EB157A"/>
    <w:rsid w:val="00EB6722"/>
    <w:rsid w:val="00EC2A0A"/>
    <w:rsid w:val="00EC5F30"/>
    <w:rsid w:val="00EC6711"/>
    <w:rsid w:val="00EC71B7"/>
    <w:rsid w:val="00EC7202"/>
    <w:rsid w:val="00ED4804"/>
    <w:rsid w:val="00ED64C7"/>
    <w:rsid w:val="00EE518D"/>
    <w:rsid w:val="00EE6ECB"/>
    <w:rsid w:val="00EF1306"/>
    <w:rsid w:val="00EF7237"/>
    <w:rsid w:val="00F00512"/>
    <w:rsid w:val="00F15F62"/>
    <w:rsid w:val="00F16A9D"/>
    <w:rsid w:val="00F2407B"/>
    <w:rsid w:val="00F25A7C"/>
    <w:rsid w:val="00F25DA5"/>
    <w:rsid w:val="00F3068F"/>
    <w:rsid w:val="00F37FFE"/>
    <w:rsid w:val="00F6697F"/>
    <w:rsid w:val="00F76282"/>
    <w:rsid w:val="00F7774A"/>
    <w:rsid w:val="00F92F89"/>
    <w:rsid w:val="00F93F94"/>
    <w:rsid w:val="00F94985"/>
    <w:rsid w:val="00F951A9"/>
    <w:rsid w:val="00FA2258"/>
    <w:rsid w:val="00FA3531"/>
    <w:rsid w:val="00FA46B9"/>
    <w:rsid w:val="00FA49AA"/>
    <w:rsid w:val="00FA5BBD"/>
    <w:rsid w:val="00FA6AF1"/>
    <w:rsid w:val="00FB0623"/>
    <w:rsid w:val="00FB3D67"/>
    <w:rsid w:val="00FB68A4"/>
    <w:rsid w:val="00FD63F0"/>
    <w:rsid w:val="00FD7163"/>
    <w:rsid w:val="00FE1766"/>
    <w:rsid w:val="00FF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A7019C"/>
  <w15:docId w15:val="{A6A5222D-A9DE-464A-9E31-015B9294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62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24E51"/>
    <w:rPr>
      <w:rFonts w:ascii="Courier New" w:hAnsi="Courier New" w:cs="Courier New"/>
    </w:rPr>
  </w:style>
  <w:style w:type="paragraph" w:styleId="NurText">
    <w:name w:val="Plain Text"/>
    <w:basedOn w:val="Standard"/>
    <w:link w:val="NurTextZchn"/>
    <w:uiPriority w:val="99"/>
    <w:semiHidden/>
    <w:unhideWhenUsed/>
    <w:rsid w:val="007474CF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474CF"/>
    <w:rPr>
      <w:rFonts w:ascii="Arial" w:eastAsiaTheme="minorHAnsi" w:hAnsi="Arial" w:cs="Consolas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853D4"/>
    <w:pPr>
      <w:ind w:left="720"/>
    </w:pPr>
    <w:rPr>
      <w:rFonts w:ascii="Calibri" w:eastAsiaTheme="minorHAnsi" w:hAnsi="Calibri"/>
      <w:sz w:val="22"/>
      <w:szCs w:val="22"/>
    </w:rPr>
  </w:style>
  <w:style w:type="paragraph" w:styleId="berarbeitung">
    <w:name w:val="Revision"/>
    <w:hidden/>
    <w:uiPriority w:val="99"/>
    <w:semiHidden/>
    <w:rsid w:val="002268F8"/>
    <w:rPr>
      <w:sz w:val="24"/>
      <w:szCs w:val="24"/>
    </w:rPr>
  </w:style>
  <w:style w:type="table" w:styleId="Tabellenraster">
    <w:name w:val="Table Grid"/>
    <w:basedOn w:val="NormaleTabelle"/>
    <w:uiPriority w:val="59"/>
    <w:rsid w:val="008E5E5D"/>
    <w:rPr>
      <w:rFonts w:ascii="Arial" w:eastAsiaTheme="minorHAnsi" w:hAnsi="Arial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-tx">
    <w:name w:val="th-tx"/>
    <w:basedOn w:val="Absatz-Standardschriftart"/>
    <w:rsid w:val="00D15A52"/>
  </w:style>
  <w:style w:type="character" w:styleId="BesuchterLink">
    <w:name w:val="FollowedHyperlink"/>
    <w:basedOn w:val="Absatz-Standardschriftart"/>
    <w:semiHidden/>
    <w:unhideWhenUsed/>
    <w:rsid w:val="00A66A1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32D2A"/>
    <w:rPr>
      <w:color w:val="808080"/>
    </w:rPr>
  </w:style>
  <w:style w:type="character" w:styleId="Fett">
    <w:name w:val="Strong"/>
    <w:basedOn w:val="Absatz-Standardschriftart"/>
    <w:uiPriority w:val="22"/>
    <w:qFormat/>
    <w:rsid w:val="007F3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8901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6696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700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2587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145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3364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367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39445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plan.de/unternehmen/events/webcast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plan.d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plan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Description xmlns="http://schemas.microsoft.com/sharepoint.v3" xsi:nil="true"/>
    <m844baa282d042a691ea2cd34f11f746 xmlns="fcaa16aa-9828-44b5-a207-aac2c72098bb" xsi:nil="true"/>
    <c084bc24c1e64f8c9b68fad9cc28389e xmlns="fcaa16aa-9828-44b5-a207-aac2c72098bb" xsi:nil="true"/>
    <m8c4bb4451d64138a306757b008784a1 xmlns="fcaa16aa-9828-44b5-a207-aac2c72098bb" xsi:nil="true"/>
    <na67a3e0403b448b84f2d4dc44e2fb31 xmlns="fcaa16aa-9828-44b5-a207-aac2c72098bb">de-DE|f18adfac-764c-4277-aa07-fe0b6c20ea16</na67a3e0403b448b84f2d4dc44e2fb31>
    <aeb1ed4ed9bb4c80a5609567375cb887 xmlns="fcaa16aa-9828-44b5-a207-aac2c72098bb">Press release|0f52d137-8c2b-436d-9240-3f3180b39a1e</aeb1ed4ed9bb4c80a5609567375cb887>
    <Public xmlns="fcaa16aa-9828-44b5-a207-aac2c72098bb">true</Public>
    <AllottedTo xmlns="fcaa16aa-9828-44b5-a207-aac2c72098bb">
      <Value>EPLAN</Value>
    </AllottedTo>
    <TaxCatchAll xmlns="fcaa16aa-9828-44b5-a207-aac2c72098bb">
      <Value>1</Value>
      <Value>42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BA765BE76031A144B96FCA2D75991ABC0098BBDA3937224D419E0C5D3F3D289BB8" ma:contentTypeVersion="8" ma:contentTypeDescription="" ma:contentTypeScope="" ma:versionID="1117c203a34887657d79cfd0ac5bf03f">
  <xsd:schema xmlns:xsd="http://www.w3.org/2001/XMLSchema" xmlns:xs="http://www.w3.org/2001/XMLSchema" xmlns:p="http://schemas.microsoft.com/office/2006/metadata/properties" xmlns:ns2="http://schemas.microsoft.com/sharepoint.v3" xmlns:ns3="fcaa16aa-9828-44b5-a207-aac2c72098bb" targetNamespace="http://schemas.microsoft.com/office/2006/metadata/properties" ma:root="true" ma:fieldsID="5b8a49e92d966a30e791e653dcf66c3b" ns2:_="" ns3:_="">
    <xsd:import namespace="http://schemas.microsoft.com/sharepoint.v3"/>
    <xsd:import namespace="fcaa16aa-9828-44b5-a207-aac2c72098bb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AllottedTo" minOccurs="0"/>
                <xsd:element ref="ns3:Public" minOccurs="0"/>
                <xsd:element ref="ns3:TaxCatchAllLabel" minOccurs="0"/>
                <xsd:element ref="ns3:m844baa282d042a691ea2cd34f11f746" minOccurs="0"/>
                <xsd:element ref="ns3:c084bc24c1e64f8c9b68fad9cc28389e" minOccurs="0"/>
                <xsd:element ref="ns3:TaxCatchAll" minOccurs="0"/>
                <xsd:element ref="ns3:aeb1ed4ed9bb4c80a5609567375cb887" minOccurs="0"/>
                <xsd:element ref="ns3:m8c4bb4451d64138a306757b008784a1" minOccurs="0"/>
                <xsd:element ref="ns3:na67a3e0403b448b84f2d4dc44e2fb3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a16aa-9828-44b5-a207-aac2c72098bb" elementFormDefault="qualified">
    <xsd:import namespace="http://schemas.microsoft.com/office/2006/documentManagement/types"/>
    <xsd:import namespace="http://schemas.microsoft.com/office/infopath/2007/PartnerControls"/>
    <xsd:element name="AllottedTo" ma:index="8" nillable="true" ma:displayName="Allotted To" ma:default="EPLAN" ma:internalName="AllottedT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  <xsd:element name="Public" ma:index="9" nillable="true" ma:displayName="Public" ma:default="0" ma:internalName="Public" ma:readOnly="false">
      <xsd:simpleType>
        <xsd:restriction base="dms:Boolean"/>
      </xsd:simpleType>
    </xsd:element>
    <xsd:element name="TaxCatchAllLabel" ma:index="10" nillable="true" ma:displayName="Taxonomy Catch All Column1" ma:hidden="true" ma:list="{610767a0-7815-46e5-9868-5f3582475a8a}" ma:internalName="TaxCatchAllLabel" ma:readOnly="true" ma:showField="CatchAllDataLabel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844baa282d042a691ea2cd34f11f746" ma:index="11" nillable="true" ma:displayName="Managed Industry_0" ma:hidden="true" ma:internalName="m844baa282d042a691ea2cd34f11f746" ma:readOnly="false">
      <xsd:simpleType>
        <xsd:restriction base="dms:Note"/>
      </xsd:simpleType>
    </xsd:element>
    <xsd:element name="c084bc24c1e64f8c9b68fad9cc28389e" ma:index="12" nillable="true" ma:displayName="Managed Products_0" ma:hidden="true" ma:internalName="c084bc24c1e64f8c9b68fad9cc28389e" ma:readOnly="false">
      <xsd:simpleType>
        <xsd:restriction base="dms:Note"/>
      </xsd:simpleType>
    </xsd:element>
    <xsd:element name="TaxCatchAll" ma:index="13" nillable="true" ma:displayName="Taxonomy Catch All Column" ma:hidden="true" ma:list="{610767a0-7815-46e5-9868-5f3582475a8a}" ma:internalName="TaxCatchAll" ma:readOnly="false" ma:showField="CatchAllData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eb1ed4ed9bb4c80a5609567375cb887" ma:index="14" nillable="true" ma:displayName="Managed Use_0" ma:hidden="true" ma:internalName="aeb1ed4ed9bb4c80a5609567375cb887" ma:readOnly="false">
      <xsd:simpleType>
        <xsd:restriction base="dms:Note"/>
      </xsd:simpleType>
    </xsd:element>
    <xsd:element name="m8c4bb4451d64138a306757b008784a1" ma:index="15" nillable="true" ma:displayName="Managed Category_0" ma:hidden="true" ma:internalName="m8c4bb4451d64138a306757b008784a1" ma:readOnly="false">
      <xsd:simpleType>
        <xsd:restriction base="dms:Note"/>
      </xsd:simpleType>
    </xsd:element>
    <xsd:element name="na67a3e0403b448b84f2d4dc44e2fb31" ma:index="16" nillable="true" ma:displayName="Related Language_0" ma:hidden="true" ma:internalName="na67a3e0403b448b84f2d4dc44e2fb31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0932-5169-4EEE-B1AF-21F775D1D29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caa16aa-9828-44b5-a207-aac2c72098bb"/>
    <ds:schemaRef ds:uri="http://schemas.microsoft.com/office/infopath/2007/PartnerControls"/>
    <ds:schemaRef ds:uri="http://schemas.microsoft.com/sharepoint.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F4465-7A4B-4BE4-B1E7-5361242D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fcaa16aa-9828-44b5-a207-aac2c7209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B71986-BE0A-41A9-8CC5-395EA486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4</Pages>
  <Words>663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Pressemeldung Eplan Virtual Fair 2019</vt:lpstr>
    </vt:vector>
  </TitlesOfParts>
  <Company>Eplan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Virtual Fair 2019</dc:title>
  <dc:creator>hag</dc:creator>
  <cp:lastModifiedBy>Hagelschuer, Birgit</cp:lastModifiedBy>
  <cp:revision>3</cp:revision>
  <cp:lastPrinted>2017-11-10T14:17:00Z</cp:lastPrinted>
  <dcterms:created xsi:type="dcterms:W3CDTF">2021-03-05T07:44:00Z</dcterms:created>
  <dcterms:modified xsi:type="dcterms:W3CDTF">2021-03-05T08:40:00Z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0x010100BA765BE76031A144B96FCA2D75991ABC0098BBDA3937224D419E0C5D3F3D289BB8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42;#Press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/>
  </property>
  <property fmtid="{D5CDD505-2E9C-101B-9397-08002B2CF9AE}" pid="13" name="Related Language">
    <vt:lpwstr>1;#de-DE|f18adfac-764c-4277-aa07-fe0b6c20ea16</vt:lpwstr>
  </property>
  <property fmtid="{D5CDD505-2E9C-101B-9397-08002B2CF9AE}" pid="14" name="TaxCatchAll">
    <vt:lpwstr>20;#Press release|0f52d137-8c2b-436d-9240-3f3180b39a1e;#115;#de-DE|f18adfac-764c-4277-aa07-fe0b6c20ea16</vt:lpwstr>
  </property>
  <property fmtid="{D5CDD505-2E9C-101B-9397-08002B2CF9AE}" pid="15" name="bcdc7148bbcf497a87e4a3c8d7a2911c">
    <vt:lpwstr/>
  </property>
  <property fmtid="{D5CDD505-2E9C-101B-9397-08002B2CF9AE}" pid="16" name="SharedWithUsers">
    <vt:lpwstr>169;#Haider, Andreas</vt:lpwstr>
  </property>
</Properties>
</file>